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D0969" w14:textId="5C44E562" w:rsidR="00163E68" w:rsidRDefault="00163E68" w:rsidP="00163E68">
      <w:pPr>
        <w:pStyle w:val="OZNPROJEKTUwskazaniedatylubwersjiprojektu"/>
      </w:pPr>
      <w:r>
        <w:t xml:space="preserve">Projekt z dnia </w:t>
      </w:r>
      <w:r w:rsidR="000B0F2F">
        <w:t>07</w:t>
      </w:r>
      <w:r w:rsidR="003F29E3">
        <w:t>-0</w:t>
      </w:r>
      <w:r w:rsidR="000B0F2F">
        <w:t>8</w:t>
      </w:r>
      <w:r w:rsidR="00D53CDF">
        <w:t>-2025</w:t>
      </w:r>
    </w:p>
    <w:p w14:paraId="4D2EE76C" w14:textId="77777777" w:rsidR="00163E68" w:rsidRDefault="00163E68" w:rsidP="00F739A0">
      <w:pPr>
        <w:pStyle w:val="OZNRODZAKTUtznustawalubrozporzdzenieiorganwydajcy"/>
      </w:pPr>
    </w:p>
    <w:p w14:paraId="6F050E0E" w14:textId="77777777" w:rsidR="00045F33" w:rsidRDefault="00F739A0" w:rsidP="00F739A0">
      <w:pPr>
        <w:pStyle w:val="OZNRODZAKTUtznustawalubrozporzdzenieiorganwydajcy"/>
      </w:pPr>
      <w:r>
        <w:t>Rozporządzenie</w:t>
      </w:r>
    </w:p>
    <w:p w14:paraId="1B70F1C1" w14:textId="7BC3224F" w:rsidR="00261A16" w:rsidRPr="00595CD8" w:rsidRDefault="00F739A0" w:rsidP="00F739A0">
      <w:pPr>
        <w:pStyle w:val="OZNRODZAKTUtznustawalubrozporzdzenieiorganwydajcy"/>
      </w:pPr>
      <w:r>
        <w:t xml:space="preserve">ministra </w:t>
      </w:r>
      <w:r w:rsidR="00703717">
        <w:t>finansów</w:t>
      </w:r>
      <w:r w:rsidR="00CD316C">
        <w:t xml:space="preserve"> </w:t>
      </w:r>
      <w:r w:rsidR="008130F2">
        <w:t xml:space="preserve">i </w:t>
      </w:r>
      <w:r w:rsidR="00703717">
        <w:t>gospodarki</w:t>
      </w:r>
      <w:r w:rsidR="00595CD8" w:rsidRPr="001926AB">
        <w:rPr>
          <w:rStyle w:val="IGPindeksgrnyipogrubienie"/>
        </w:rPr>
        <w:footnoteReference w:id="1"/>
      </w:r>
      <w:r w:rsidR="00595CD8" w:rsidRPr="001926AB">
        <w:rPr>
          <w:rStyle w:val="IGPindeksgrnyipogrubienie"/>
        </w:rPr>
        <w:t>)</w:t>
      </w:r>
    </w:p>
    <w:p w14:paraId="56F73295" w14:textId="77777777" w:rsidR="00F739A0" w:rsidRDefault="00F739A0" w:rsidP="00F739A0">
      <w:pPr>
        <w:pStyle w:val="DATAAKTUdatauchwalenialubwydaniaaktu"/>
      </w:pPr>
      <w:r>
        <w:t>z dnia …………….. r.</w:t>
      </w:r>
    </w:p>
    <w:p w14:paraId="645C642E" w14:textId="7D0EBE9D" w:rsidR="00F739A0" w:rsidRDefault="00F739A0" w:rsidP="00F739A0">
      <w:pPr>
        <w:pStyle w:val="TYTUAKTUprzedmiotregulacjiustawylubrozporzdzenia"/>
      </w:pPr>
      <w:r>
        <w:t xml:space="preserve">w sprawie wzoru </w:t>
      </w:r>
      <w:r w:rsidR="00B8019F">
        <w:t>d</w:t>
      </w:r>
      <w:r w:rsidR="00BE0852">
        <w:t>eklaracji dotyczącej</w:t>
      </w:r>
      <w:r>
        <w:t xml:space="preserve"> wyrob</w:t>
      </w:r>
      <w:r w:rsidR="00BE0852">
        <w:t>ów</w:t>
      </w:r>
      <w:r>
        <w:t xml:space="preserve"> zawierających azbest</w:t>
      </w:r>
    </w:p>
    <w:p w14:paraId="477C21AF" w14:textId="77777777" w:rsidR="00F739A0" w:rsidRDefault="00F739A0" w:rsidP="00737F6A"/>
    <w:p w14:paraId="002522C6" w14:textId="37A044AC" w:rsidR="00F739A0" w:rsidRDefault="00CD316C" w:rsidP="00F739A0">
      <w:pPr>
        <w:pStyle w:val="NIEARTTEKSTtekstnieartykuowanynppodstprawnarozplubpreambua"/>
      </w:pPr>
      <w:r>
        <w:t xml:space="preserve">Na podstawie art. </w:t>
      </w:r>
      <w:r w:rsidR="001A6AE6">
        <w:t>4</w:t>
      </w:r>
      <w:r w:rsidR="00FB59A4">
        <w:t xml:space="preserve"> </w:t>
      </w:r>
      <w:r w:rsidR="008130F2">
        <w:t>ust</w:t>
      </w:r>
      <w:r w:rsidR="00F739A0">
        <w:t xml:space="preserve">. 4 ustawy z dnia …….. r. </w:t>
      </w:r>
      <w:r w:rsidR="00E70B57" w:rsidRPr="00E70B57">
        <w:t>o wyroba</w:t>
      </w:r>
      <w:r w:rsidR="00FB59A4">
        <w:t>ch zawierających</w:t>
      </w:r>
      <w:r w:rsidR="00E70B57" w:rsidRPr="00E70B57">
        <w:t xml:space="preserve"> azbest </w:t>
      </w:r>
      <w:r w:rsidR="00F739A0">
        <w:t>(Dz.</w:t>
      </w:r>
      <w:r w:rsidR="001D6ED0">
        <w:t xml:space="preserve"> </w:t>
      </w:r>
      <w:r w:rsidR="00F739A0">
        <w:t>U. z ……… r. poz. …………..) zarządza się, co następuje:</w:t>
      </w:r>
    </w:p>
    <w:p w14:paraId="2BB3C47F" w14:textId="2830162C" w:rsidR="00F739A0" w:rsidRPr="00737D84" w:rsidRDefault="00686CAE" w:rsidP="006F2091">
      <w:pPr>
        <w:pStyle w:val="ARTartustawynprozporzdzenia"/>
      </w:pPr>
      <w:r w:rsidRPr="00E26770">
        <w:rPr>
          <w:rStyle w:val="Ppogrubienie"/>
        </w:rPr>
        <w:t>§ 1.</w:t>
      </w:r>
      <w:r w:rsidRPr="00737D84">
        <w:t xml:space="preserve"> </w:t>
      </w:r>
      <w:r w:rsidR="00737D84" w:rsidRPr="00737D84">
        <w:t>Rozporządzenie określa</w:t>
      </w:r>
      <w:r w:rsidR="00FE5229">
        <w:t xml:space="preserve"> </w:t>
      </w:r>
      <w:r w:rsidR="00737D84" w:rsidRPr="00737D84">
        <w:t>w</w:t>
      </w:r>
      <w:r w:rsidR="00486559">
        <w:t xml:space="preserve">zór </w:t>
      </w:r>
      <w:r w:rsidR="00B8019F">
        <w:t>d</w:t>
      </w:r>
      <w:r w:rsidR="00FB59A4">
        <w:t>eklaracji dotyczącej</w:t>
      </w:r>
      <w:r w:rsidRPr="00737D84">
        <w:t xml:space="preserve"> wyrob</w:t>
      </w:r>
      <w:r w:rsidR="00FB59A4">
        <w:t>ów</w:t>
      </w:r>
      <w:r w:rsidRPr="00737D84">
        <w:t xml:space="preserve"> zawierających azbest</w:t>
      </w:r>
      <w:r w:rsidR="00737D84" w:rsidRPr="00737D84">
        <w:t xml:space="preserve">, </w:t>
      </w:r>
      <w:r w:rsidR="00FE5229" w:rsidRPr="00FE5229">
        <w:t>w tym w formie dokumentu elektronicznego w rozumieniu ustawy z dnia 17 lutego 2005 r. o informatyzacji działalności podmiotów realizując</w:t>
      </w:r>
      <w:r w:rsidR="00FE5229">
        <w:t>ych zadania publiczne (Dz. U. z 202</w:t>
      </w:r>
      <w:r w:rsidR="00066EB9">
        <w:t>4</w:t>
      </w:r>
      <w:r w:rsidR="00FE5229">
        <w:t xml:space="preserve"> r. poz.</w:t>
      </w:r>
      <w:r w:rsidR="007D34EB">
        <w:t xml:space="preserve"> 1557</w:t>
      </w:r>
      <w:r w:rsidR="00F27C5A">
        <w:t xml:space="preserve"> </w:t>
      </w:r>
      <w:r w:rsidR="00A05462">
        <w:t xml:space="preserve">i </w:t>
      </w:r>
      <w:r w:rsidR="007D34EB">
        <w:t>1717</w:t>
      </w:r>
      <w:r w:rsidR="00FE5229">
        <w:t>),</w:t>
      </w:r>
      <w:r w:rsidR="00FE5229" w:rsidRPr="00FE5229">
        <w:t xml:space="preserve"> </w:t>
      </w:r>
      <w:r w:rsidR="00737D84" w:rsidRPr="00737D84">
        <w:t>który stanowi</w:t>
      </w:r>
      <w:r w:rsidRPr="00737D84">
        <w:t xml:space="preserve"> załącznik do rozporządzenia.</w:t>
      </w:r>
    </w:p>
    <w:p w14:paraId="73202DBB" w14:textId="3A674F87" w:rsidR="00686CAE" w:rsidRPr="00737D84" w:rsidRDefault="00686CAE" w:rsidP="00737D84">
      <w:pPr>
        <w:pStyle w:val="ARTartustawynprozporzdzenia"/>
      </w:pPr>
      <w:r w:rsidRPr="00E26770">
        <w:rPr>
          <w:rStyle w:val="Ppogrubienie"/>
        </w:rPr>
        <w:t xml:space="preserve">§ </w:t>
      </w:r>
      <w:r w:rsidR="004A0A2D" w:rsidRPr="00E26770">
        <w:rPr>
          <w:rStyle w:val="Ppogrubienie"/>
        </w:rPr>
        <w:t>2</w:t>
      </w:r>
      <w:r w:rsidRPr="00E26770">
        <w:rPr>
          <w:rStyle w:val="Ppogrubienie"/>
        </w:rPr>
        <w:t>.</w:t>
      </w:r>
      <w:r w:rsidRPr="00737D84">
        <w:t xml:space="preserve"> </w:t>
      </w:r>
      <w:r w:rsidR="00B40216" w:rsidRPr="00FD4F15">
        <w:t>Rozporządzenie wchodzi w życie po upływie 14 dni od dnia ogłoszenia</w:t>
      </w:r>
      <w:r w:rsidR="00B40216">
        <w:t>.</w:t>
      </w:r>
      <w:r w:rsidR="00FA741E">
        <w:rPr>
          <w:rStyle w:val="Odwoanieprzypisudolnego"/>
        </w:rPr>
        <w:footnoteReference w:id="2"/>
      </w:r>
      <w:r w:rsidR="006A2469" w:rsidRPr="006A2469">
        <w:rPr>
          <w:rStyle w:val="IGindeksgrny"/>
        </w:rPr>
        <w:t>)</w:t>
      </w:r>
    </w:p>
    <w:p w14:paraId="34875FD0" w14:textId="77777777" w:rsidR="00F739A0" w:rsidRDefault="00F739A0" w:rsidP="00F739A0">
      <w:pPr>
        <w:pStyle w:val="ARTartustawynprozporzdzenia"/>
      </w:pPr>
    </w:p>
    <w:p w14:paraId="48737239" w14:textId="346A8E91" w:rsidR="00737D84" w:rsidRDefault="00737D84" w:rsidP="00737D84">
      <w:pPr>
        <w:pStyle w:val="NAZORGWYDnazwaorganuwydajcegoprojektowanyakt"/>
      </w:pPr>
      <w:r>
        <w:t xml:space="preserve">Minister </w:t>
      </w:r>
      <w:r w:rsidR="00F27C5A">
        <w:t>finansów</w:t>
      </w:r>
      <w:r w:rsidR="00CD316C">
        <w:t xml:space="preserve"> </w:t>
      </w:r>
      <w:r w:rsidR="008130F2">
        <w:t>i</w:t>
      </w:r>
      <w:r w:rsidR="00045F33">
        <w:t> </w:t>
      </w:r>
      <w:r w:rsidR="00F27C5A">
        <w:t>gospodarki</w:t>
      </w:r>
    </w:p>
    <w:p w14:paraId="0FF1CF60" w14:textId="77777777" w:rsidR="00F739A0" w:rsidRDefault="00F739A0" w:rsidP="00737F6A"/>
    <w:p w14:paraId="4AAD411C" w14:textId="77777777" w:rsidR="00737D84" w:rsidRDefault="00737D84" w:rsidP="00737F6A"/>
    <w:p w14:paraId="73A7A197" w14:textId="49390511" w:rsidR="00D35675" w:rsidRDefault="00D35675">
      <w:pPr>
        <w:widowControl/>
        <w:autoSpaceDE/>
        <w:autoSpaceDN/>
        <w:adjustRightInd/>
      </w:pPr>
    </w:p>
    <w:p w14:paraId="29ECD82C" w14:textId="77777777" w:rsidR="001926AB" w:rsidRDefault="001926AB">
      <w:pPr>
        <w:widowControl/>
        <w:autoSpaceDE/>
        <w:autoSpaceDN/>
        <w:adjustRightInd/>
      </w:pPr>
    </w:p>
    <w:p w14:paraId="49E9AC89" w14:textId="77777777" w:rsidR="001926AB" w:rsidRDefault="001926AB">
      <w:pPr>
        <w:widowControl/>
        <w:autoSpaceDE/>
        <w:autoSpaceDN/>
        <w:adjustRightInd/>
      </w:pPr>
    </w:p>
    <w:p w14:paraId="4C0124BF" w14:textId="77777777" w:rsidR="001926AB" w:rsidRDefault="001926AB">
      <w:pPr>
        <w:widowControl/>
        <w:autoSpaceDE/>
        <w:autoSpaceDN/>
        <w:adjustRightInd/>
      </w:pPr>
    </w:p>
    <w:p w14:paraId="0A3A4CC1" w14:textId="77777777" w:rsidR="001926AB" w:rsidRDefault="001926AB">
      <w:pPr>
        <w:widowControl/>
        <w:autoSpaceDE/>
        <w:autoSpaceDN/>
        <w:adjustRightInd/>
      </w:pPr>
    </w:p>
    <w:p w14:paraId="7C407E27" w14:textId="77777777" w:rsidR="0016140F" w:rsidRDefault="00F04A10" w:rsidP="00F04A10">
      <w:pPr>
        <w:pStyle w:val="TEKSTZacznikido"/>
      </w:pPr>
      <w:r w:rsidRPr="00F04A10">
        <w:lastRenderedPageBreak/>
        <w:t>Załączni</w:t>
      </w:r>
      <w:r w:rsidR="0016140F">
        <w:t xml:space="preserve">k </w:t>
      </w:r>
      <w:r w:rsidRPr="00F04A10">
        <w:t xml:space="preserve">do rozporządzenia </w:t>
      </w:r>
    </w:p>
    <w:p w14:paraId="670BFDF4" w14:textId="57EFD429" w:rsidR="0016140F" w:rsidRDefault="0016140F" w:rsidP="00F04A10">
      <w:pPr>
        <w:pStyle w:val="TEKSTZacznikido"/>
      </w:pPr>
      <w:r w:rsidRPr="0016140F">
        <w:t>Ministra Finansów i Gospodarki</w:t>
      </w:r>
    </w:p>
    <w:p w14:paraId="343A9E72" w14:textId="6467C6BF" w:rsidR="00F04A10" w:rsidRPr="00F04A10" w:rsidRDefault="00F04A10" w:rsidP="00F04A10">
      <w:pPr>
        <w:pStyle w:val="TEKSTZacznikido"/>
      </w:pPr>
      <w:r w:rsidRPr="00F04A10">
        <w:t xml:space="preserve">z dnia ………. (poz. ………) </w:t>
      </w:r>
    </w:p>
    <w:p w14:paraId="47DD5ACC" w14:textId="77777777" w:rsidR="00F04A10" w:rsidRPr="00F04A10" w:rsidRDefault="00F04A10" w:rsidP="00F04A10"/>
    <w:p w14:paraId="11F126B8" w14:textId="77777777" w:rsidR="00F04A10" w:rsidRPr="00F04A10" w:rsidRDefault="00F04A10" w:rsidP="00F04A10">
      <w:pPr>
        <w:pStyle w:val="TYTTABELItytutabeli"/>
      </w:pPr>
      <w:r w:rsidRPr="00F04A10">
        <w:t>WZÓR</w:t>
      </w:r>
    </w:p>
    <w:p w14:paraId="72DD88EF" w14:textId="77777777" w:rsidR="001926AB" w:rsidRDefault="001926AB">
      <w:pPr>
        <w:widowControl/>
        <w:autoSpaceDE/>
        <w:autoSpaceDN/>
        <w:adjustRightInd/>
      </w:pPr>
    </w:p>
    <w:tbl>
      <w:tblPr>
        <w:tblStyle w:val="Siatkatabelijasna"/>
        <w:tblW w:w="9924" w:type="dxa"/>
        <w:tblInd w:w="-431" w:type="dxa"/>
        <w:tblLook w:val="0000" w:firstRow="0" w:lastRow="0" w:firstColumn="0" w:lastColumn="0" w:noHBand="0" w:noVBand="0"/>
      </w:tblPr>
      <w:tblGrid>
        <w:gridCol w:w="3308"/>
        <w:gridCol w:w="383"/>
        <w:gridCol w:w="1271"/>
        <w:gridCol w:w="92"/>
        <w:gridCol w:w="1562"/>
        <w:gridCol w:w="895"/>
        <w:gridCol w:w="82"/>
        <w:gridCol w:w="2331"/>
      </w:tblGrid>
      <w:tr w:rsidR="00A45F0E" w14:paraId="3DBCE423" w14:textId="77777777" w:rsidTr="00A45F0E">
        <w:tc>
          <w:tcPr>
            <w:tcW w:w="9924" w:type="dxa"/>
            <w:gridSpan w:val="8"/>
          </w:tcPr>
          <w:p w14:paraId="0261287E" w14:textId="77777777" w:rsidR="00A45F0E" w:rsidRDefault="00A45F0E" w:rsidP="00A45F0E">
            <w:pPr>
              <w:pStyle w:val="TYTTABELItytutabeli"/>
            </w:pPr>
            <w:r w:rsidRPr="00F04A10">
              <w:t xml:space="preserve">DEKLARACJA </w:t>
            </w:r>
          </w:p>
          <w:p w14:paraId="2B4C163E" w14:textId="64535B7A" w:rsidR="00A45F0E" w:rsidRPr="00A45F0E" w:rsidRDefault="00A45F0E" w:rsidP="00A45F0E">
            <w:pPr>
              <w:pStyle w:val="TYTTABELItytutabeli"/>
            </w:pPr>
            <w:r w:rsidRPr="00F04A10">
              <w:t xml:space="preserve">dotycząca </w:t>
            </w:r>
            <w:r w:rsidRPr="00A45F0E">
              <w:t>wyrobów zawierających azbest</w:t>
            </w:r>
          </w:p>
          <w:p w14:paraId="0D84E11E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0349EA10" w14:textId="77777777" w:rsidTr="00A45F0E">
        <w:tc>
          <w:tcPr>
            <w:tcW w:w="9924" w:type="dxa"/>
            <w:gridSpan w:val="8"/>
          </w:tcPr>
          <w:p w14:paraId="56DC4B4D" w14:textId="26FF8766" w:rsidR="00A45F0E" w:rsidRDefault="00A45F0E">
            <w:pPr>
              <w:widowControl/>
              <w:autoSpaceDE/>
              <w:autoSpaceDN/>
              <w:adjustRightInd/>
            </w:pPr>
            <w:r w:rsidRPr="00F04A10">
              <w:t>Podstawa prawna:</w:t>
            </w:r>
            <w:r w:rsidRPr="00A45F0E">
              <w:t xml:space="preserve"> art. 4 ust. 2 ustawy z dnia ……… o wyrobach zawierających azbest (Dz.</w:t>
            </w:r>
            <w:r w:rsidR="00233ABD">
              <w:t xml:space="preserve">U. z …. r.  poz. </w:t>
            </w:r>
            <w:r w:rsidRPr="00A45F0E">
              <w:t xml:space="preserve"> ……..)</w:t>
            </w:r>
          </w:p>
          <w:p w14:paraId="5F37BE67" w14:textId="77777777" w:rsidR="009E0560" w:rsidRDefault="009E0560" w:rsidP="009E0560"/>
          <w:p w14:paraId="28250C37" w14:textId="77777777" w:rsidR="009E0560" w:rsidRPr="009E0560" w:rsidRDefault="009E0560" w:rsidP="009E0560">
            <w:r w:rsidRPr="00072B9C">
              <w:t xml:space="preserve">Należy wypełnić dla każdego rodzaju wyrobu </w:t>
            </w:r>
            <w:r w:rsidRPr="009E0560">
              <w:t>zawierającego azbest oddzielnie.</w:t>
            </w:r>
          </w:p>
          <w:p w14:paraId="305269B5" w14:textId="08083AF1" w:rsidR="009E0560" w:rsidRPr="009E0560" w:rsidRDefault="009E0560" w:rsidP="009E0560">
            <w:r w:rsidRPr="009E0560">
              <w:t>Należy zaznaczyć poprzez postawienie znaku „x” w kratce, gdy dotyczy.</w:t>
            </w:r>
          </w:p>
          <w:p w14:paraId="274453A7" w14:textId="12A772F8" w:rsidR="009E0560" w:rsidRDefault="009E0560">
            <w:pPr>
              <w:widowControl/>
              <w:autoSpaceDE/>
              <w:autoSpaceDN/>
              <w:adjustRightInd/>
            </w:pPr>
          </w:p>
        </w:tc>
      </w:tr>
      <w:tr w:rsidR="00A45F0E" w14:paraId="747BE874" w14:textId="77777777" w:rsidTr="001F41C1">
        <w:tc>
          <w:tcPr>
            <w:tcW w:w="9924" w:type="dxa"/>
            <w:gridSpan w:val="8"/>
          </w:tcPr>
          <w:p w14:paraId="6C64DCEA" w14:textId="3810FBA6" w:rsidR="00A45F0E" w:rsidRDefault="00A45F0E">
            <w:pPr>
              <w:widowControl/>
              <w:autoSpaceDE/>
              <w:autoSpaceDN/>
              <w:adjustRightInd/>
            </w:pPr>
            <w:r w:rsidRPr="00F04A10">
              <w:t>1.</w:t>
            </w:r>
            <w:r w:rsidRPr="00A45F0E">
              <w:t xml:space="preserve"> MIEJSCE I CEL SKŁADANIA DEKLARACJI</w:t>
            </w:r>
          </w:p>
        </w:tc>
      </w:tr>
      <w:tr w:rsidR="00A45F0E" w14:paraId="00EA4925" w14:textId="77777777" w:rsidTr="002808DB">
        <w:tc>
          <w:tcPr>
            <w:tcW w:w="5054" w:type="dxa"/>
            <w:gridSpan w:val="4"/>
          </w:tcPr>
          <w:p w14:paraId="7DE663BE" w14:textId="4C937B16" w:rsidR="00A45F0E" w:rsidRPr="00A45F0E" w:rsidRDefault="00A45F0E" w:rsidP="00A45F0E">
            <w:r w:rsidRPr="00A45F0E">
              <w:rPr>
                <w:rFonts w:ascii="Segoe UI Symbol" w:hAnsi="Segoe UI Symbol" w:cs="Segoe UI Symbol"/>
              </w:rPr>
              <w:t>☐</w:t>
            </w:r>
            <w:r w:rsidRPr="00A45F0E">
              <w:t xml:space="preserve">  wójt/burmistrz/prezydent miasta</w:t>
            </w:r>
          </w:p>
          <w:p w14:paraId="50919643" w14:textId="79A81028" w:rsidR="00A45F0E" w:rsidRDefault="00A45F0E" w:rsidP="00A45F0E">
            <w:pPr>
              <w:widowControl/>
              <w:autoSpaceDE/>
              <w:autoSpaceDN/>
              <w:adjustRightInd/>
            </w:pPr>
            <w:r w:rsidRPr="00F04A10">
              <w:t xml:space="preserve">gmina: </w:t>
            </w:r>
            <w:r w:rsidRPr="00A45F0E">
              <w:t>……………………………………..…...</w:t>
            </w:r>
          </w:p>
        </w:tc>
        <w:tc>
          <w:tcPr>
            <w:tcW w:w="4870" w:type="dxa"/>
            <w:gridSpan w:val="4"/>
          </w:tcPr>
          <w:p w14:paraId="20A70E7A" w14:textId="1E3F28BD" w:rsidR="00A45F0E" w:rsidRPr="00A45F0E" w:rsidRDefault="00A45F0E" w:rsidP="00A45F0E">
            <w:r w:rsidRPr="00A45F0E">
              <w:rPr>
                <w:rFonts w:ascii="Segoe UI Symbol" w:hAnsi="Segoe UI Symbol" w:cs="Segoe UI Symbol"/>
              </w:rPr>
              <w:t>☐</w:t>
            </w:r>
            <w:r w:rsidRPr="00A45F0E">
              <w:t xml:space="preserve">  marszałek województwa</w:t>
            </w:r>
          </w:p>
          <w:p w14:paraId="7C3E665F" w14:textId="5C2DDBCD" w:rsidR="00A45F0E" w:rsidRDefault="00A45F0E" w:rsidP="00A45F0E">
            <w:pPr>
              <w:widowControl/>
              <w:autoSpaceDE/>
              <w:autoSpaceDN/>
              <w:adjustRightInd/>
            </w:pPr>
            <w:r w:rsidRPr="00F04A10">
              <w:t>województwo</w:t>
            </w:r>
            <w:r w:rsidRPr="00A45F0E">
              <w:t>: ……………………..…………...</w:t>
            </w:r>
          </w:p>
        </w:tc>
      </w:tr>
      <w:tr w:rsidR="005348BB" w14:paraId="253EF42A" w14:textId="77777777" w:rsidTr="00283C8B">
        <w:tc>
          <w:tcPr>
            <w:tcW w:w="4962" w:type="dxa"/>
            <w:gridSpan w:val="3"/>
          </w:tcPr>
          <w:p w14:paraId="2EB1FFBF" w14:textId="77777777" w:rsidR="005348BB" w:rsidRDefault="005348BB">
            <w:pPr>
              <w:widowControl/>
              <w:autoSpaceDE/>
              <w:autoSpaceDN/>
              <w:adjustRightInd/>
            </w:pPr>
            <w:r w:rsidRPr="00A45F0E">
              <w:rPr>
                <w:rFonts w:ascii="Segoe UI Symbol" w:hAnsi="Segoe UI Symbol" w:cs="Segoe UI Symbol"/>
              </w:rPr>
              <w:t>☐</w:t>
            </w:r>
            <w:r w:rsidRPr="00A45F0E">
              <w:t xml:space="preserve"> złożenie deklaracji</w:t>
            </w:r>
          </w:p>
        </w:tc>
        <w:tc>
          <w:tcPr>
            <w:tcW w:w="4962" w:type="dxa"/>
            <w:gridSpan w:val="5"/>
          </w:tcPr>
          <w:p w14:paraId="4CBA6198" w14:textId="6920E9B0" w:rsidR="005348BB" w:rsidRDefault="005348BB">
            <w:pPr>
              <w:widowControl/>
              <w:autoSpaceDE/>
              <w:autoSpaceDN/>
              <w:adjustRightInd/>
            </w:pPr>
            <w:r w:rsidRPr="00147B3A">
              <w:rPr>
                <w:rFonts w:ascii="Segoe UI Symbol" w:hAnsi="Segoe UI Symbol" w:cs="Segoe UI Symbol"/>
              </w:rPr>
              <w:t>☐</w:t>
            </w:r>
            <w:r w:rsidRPr="00147B3A">
              <w:t xml:space="preserve"> korekta deklaracji</w:t>
            </w:r>
          </w:p>
        </w:tc>
      </w:tr>
      <w:tr w:rsidR="00A45F0E" w14:paraId="3530B5B6" w14:textId="77777777" w:rsidTr="000D7B6E">
        <w:tc>
          <w:tcPr>
            <w:tcW w:w="9924" w:type="dxa"/>
            <w:gridSpan w:val="8"/>
          </w:tcPr>
          <w:p w14:paraId="0976FF67" w14:textId="603140F1" w:rsidR="00A45F0E" w:rsidRDefault="00A45F0E">
            <w:pPr>
              <w:widowControl/>
              <w:autoSpaceDE/>
              <w:autoSpaceDN/>
              <w:adjustRightInd/>
            </w:pPr>
            <w:r w:rsidRPr="00F04A10">
              <w:t xml:space="preserve">2. DANE </w:t>
            </w:r>
            <w:r w:rsidRPr="00A45F0E">
              <w:t>UŻYTKUJĄCEGO</w:t>
            </w:r>
          </w:p>
        </w:tc>
      </w:tr>
      <w:tr w:rsidR="00A45F0E" w14:paraId="0A175547" w14:textId="77777777" w:rsidTr="007B155C">
        <w:tc>
          <w:tcPr>
            <w:tcW w:w="9924" w:type="dxa"/>
            <w:gridSpan w:val="8"/>
          </w:tcPr>
          <w:p w14:paraId="2EABA64B" w14:textId="2363F603" w:rsidR="00A45F0E" w:rsidRDefault="00A45F0E">
            <w:pPr>
              <w:widowControl/>
              <w:autoSpaceDE/>
              <w:autoSpaceDN/>
              <w:adjustRightInd/>
            </w:pPr>
            <w:r w:rsidRPr="00F04A10">
              <w:t xml:space="preserve">Imię i nazwisko lub </w:t>
            </w:r>
            <w:r w:rsidRPr="00A45F0E">
              <w:t>firma:</w:t>
            </w:r>
          </w:p>
        </w:tc>
      </w:tr>
      <w:tr w:rsidR="00A45F0E" w14:paraId="70D74A3E" w14:textId="77777777" w:rsidTr="002808DB">
        <w:tc>
          <w:tcPr>
            <w:tcW w:w="5054" w:type="dxa"/>
            <w:gridSpan w:val="4"/>
          </w:tcPr>
          <w:p w14:paraId="3C2F49F4" w14:textId="3F1FDD0F" w:rsidR="00A45F0E" w:rsidRDefault="00A45F0E">
            <w:pPr>
              <w:widowControl/>
              <w:autoSpaceDE/>
              <w:autoSpaceDN/>
              <w:adjustRightInd/>
            </w:pPr>
            <w:r w:rsidRPr="00F04A10">
              <w:t>Kraj:</w:t>
            </w:r>
          </w:p>
        </w:tc>
        <w:tc>
          <w:tcPr>
            <w:tcW w:w="4870" w:type="dxa"/>
            <w:gridSpan w:val="4"/>
          </w:tcPr>
          <w:p w14:paraId="7D34E237" w14:textId="5C296296" w:rsidR="00A45F0E" w:rsidRDefault="00A45F0E">
            <w:pPr>
              <w:widowControl/>
              <w:autoSpaceDE/>
              <w:autoSpaceDN/>
              <w:adjustRightInd/>
            </w:pPr>
            <w:r w:rsidRPr="00F04A10">
              <w:t>Województwo:</w:t>
            </w:r>
          </w:p>
        </w:tc>
      </w:tr>
      <w:tr w:rsidR="00A45F0E" w14:paraId="0D8F680C" w14:textId="77777777" w:rsidTr="002808DB">
        <w:tc>
          <w:tcPr>
            <w:tcW w:w="5054" w:type="dxa"/>
            <w:gridSpan w:val="4"/>
          </w:tcPr>
          <w:p w14:paraId="0DD6E769" w14:textId="56FB1EA3" w:rsidR="00A45F0E" w:rsidRDefault="00A45F0E">
            <w:pPr>
              <w:widowControl/>
              <w:autoSpaceDE/>
              <w:autoSpaceDN/>
              <w:adjustRightInd/>
            </w:pPr>
            <w:r w:rsidRPr="00F04A10">
              <w:t>Powiat:</w:t>
            </w:r>
          </w:p>
        </w:tc>
        <w:tc>
          <w:tcPr>
            <w:tcW w:w="4870" w:type="dxa"/>
            <w:gridSpan w:val="4"/>
          </w:tcPr>
          <w:p w14:paraId="0878638A" w14:textId="7AD3293B" w:rsidR="00A45F0E" w:rsidRDefault="00A45F0E">
            <w:pPr>
              <w:widowControl/>
              <w:autoSpaceDE/>
              <w:autoSpaceDN/>
              <w:adjustRightInd/>
            </w:pPr>
            <w:r w:rsidRPr="00F04A10">
              <w:t>G</w:t>
            </w:r>
            <w:r w:rsidRPr="00A45F0E">
              <w:t>mina:</w:t>
            </w:r>
          </w:p>
        </w:tc>
      </w:tr>
      <w:tr w:rsidR="00A45F0E" w14:paraId="48756427" w14:textId="77777777" w:rsidTr="002808DB">
        <w:tc>
          <w:tcPr>
            <w:tcW w:w="5054" w:type="dxa"/>
            <w:gridSpan w:val="4"/>
          </w:tcPr>
          <w:p w14:paraId="1730606B" w14:textId="1F388961" w:rsidR="00A45F0E" w:rsidRDefault="00A45F0E">
            <w:pPr>
              <w:widowControl/>
              <w:autoSpaceDE/>
              <w:autoSpaceDN/>
              <w:adjustRightInd/>
            </w:pPr>
            <w:r w:rsidRPr="00F04A10">
              <w:t>Ulica:</w:t>
            </w:r>
          </w:p>
        </w:tc>
        <w:tc>
          <w:tcPr>
            <w:tcW w:w="2539" w:type="dxa"/>
            <w:gridSpan w:val="3"/>
          </w:tcPr>
          <w:p w14:paraId="48B2696F" w14:textId="11E1AA5B" w:rsidR="00A45F0E" w:rsidRDefault="00A45F0E">
            <w:pPr>
              <w:widowControl/>
              <w:autoSpaceDE/>
              <w:autoSpaceDN/>
              <w:adjustRightInd/>
            </w:pPr>
            <w:r w:rsidRPr="00F04A10">
              <w:t>Nr domu:</w:t>
            </w:r>
          </w:p>
        </w:tc>
        <w:tc>
          <w:tcPr>
            <w:tcW w:w="2331" w:type="dxa"/>
          </w:tcPr>
          <w:p w14:paraId="35EFB812" w14:textId="19512A85" w:rsidR="00A45F0E" w:rsidRDefault="00A45F0E">
            <w:pPr>
              <w:widowControl/>
              <w:autoSpaceDE/>
              <w:autoSpaceDN/>
              <w:adjustRightInd/>
            </w:pPr>
            <w:r w:rsidRPr="00F04A10">
              <w:t>Nr lokalu:</w:t>
            </w:r>
          </w:p>
        </w:tc>
      </w:tr>
      <w:tr w:rsidR="00A45F0E" w14:paraId="297C5616" w14:textId="77777777" w:rsidTr="002808DB">
        <w:tc>
          <w:tcPr>
            <w:tcW w:w="5054" w:type="dxa"/>
            <w:gridSpan w:val="4"/>
          </w:tcPr>
          <w:p w14:paraId="34F208E3" w14:textId="0EBB623C" w:rsidR="00A45F0E" w:rsidRDefault="00A45F0E">
            <w:pPr>
              <w:widowControl/>
              <w:autoSpaceDE/>
              <w:autoSpaceDN/>
              <w:adjustRightInd/>
            </w:pPr>
            <w:r w:rsidRPr="00F04A10">
              <w:t>Miejsco</w:t>
            </w:r>
            <w:r w:rsidRPr="00A45F0E">
              <w:t>wość:</w:t>
            </w:r>
          </w:p>
        </w:tc>
        <w:tc>
          <w:tcPr>
            <w:tcW w:w="4870" w:type="dxa"/>
            <w:gridSpan w:val="4"/>
          </w:tcPr>
          <w:p w14:paraId="444BC2C8" w14:textId="0151569E" w:rsidR="00A45F0E" w:rsidRDefault="00A45F0E">
            <w:pPr>
              <w:widowControl/>
              <w:autoSpaceDE/>
              <w:autoSpaceDN/>
              <w:adjustRightInd/>
            </w:pPr>
            <w:r w:rsidRPr="00F04A10">
              <w:t xml:space="preserve">Kod </w:t>
            </w:r>
            <w:r w:rsidRPr="00A45F0E">
              <w:t>pocztowy:</w:t>
            </w:r>
          </w:p>
        </w:tc>
      </w:tr>
      <w:tr w:rsidR="00A45F0E" w14:paraId="7E0F7E9A" w14:textId="77777777" w:rsidTr="002808DB">
        <w:tc>
          <w:tcPr>
            <w:tcW w:w="5054" w:type="dxa"/>
            <w:gridSpan w:val="4"/>
          </w:tcPr>
          <w:p w14:paraId="68330C08" w14:textId="0BDA68C2" w:rsidR="00A45F0E" w:rsidRDefault="00167C8C">
            <w:pPr>
              <w:widowControl/>
              <w:autoSpaceDE/>
              <w:autoSpaceDN/>
              <w:adjustRightInd/>
            </w:pPr>
            <w:r w:rsidRPr="00F04A10">
              <w:t>Nr tel</w:t>
            </w:r>
            <w:r w:rsidRPr="00167C8C">
              <w:t>efonu</w:t>
            </w:r>
            <w:r w:rsidR="00A45F0E" w:rsidRPr="00A45F0E">
              <w:t>:</w:t>
            </w:r>
          </w:p>
        </w:tc>
        <w:tc>
          <w:tcPr>
            <w:tcW w:w="4870" w:type="dxa"/>
            <w:gridSpan w:val="4"/>
          </w:tcPr>
          <w:p w14:paraId="09618A9E" w14:textId="7CC7AECA" w:rsidR="00A45F0E" w:rsidRDefault="00167C8C">
            <w:pPr>
              <w:widowControl/>
              <w:autoSpaceDE/>
              <w:autoSpaceDN/>
              <w:adjustRightInd/>
            </w:pPr>
            <w:r w:rsidRPr="00F04A10">
              <w:t>NIP</w:t>
            </w:r>
            <w:r w:rsidR="00A45F0E" w:rsidRPr="00A45F0E">
              <w:t>:</w:t>
            </w:r>
          </w:p>
        </w:tc>
      </w:tr>
      <w:tr w:rsidR="009E0560" w14:paraId="31625D7B" w14:textId="77777777" w:rsidTr="008532AF">
        <w:tc>
          <w:tcPr>
            <w:tcW w:w="9924" w:type="dxa"/>
            <w:gridSpan w:val="8"/>
          </w:tcPr>
          <w:p w14:paraId="20E5F7DB" w14:textId="746F9101" w:rsidR="009E0560" w:rsidRPr="00F04A10" w:rsidRDefault="009E0560">
            <w:pPr>
              <w:widowControl/>
              <w:autoSpaceDE/>
              <w:autoSpaceDN/>
              <w:adjustRightInd/>
            </w:pPr>
            <w:r w:rsidRPr="00F04A10">
              <w:t xml:space="preserve">Adres </w:t>
            </w:r>
            <w:r>
              <w:t>do</w:t>
            </w:r>
            <w:r w:rsidRPr="00F04A10">
              <w:t xml:space="preserve"> e-Doręczeń: </w:t>
            </w:r>
          </w:p>
        </w:tc>
      </w:tr>
      <w:tr w:rsidR="00A45F0E" w14:paraId="0C2B6EB9" w14:textId="77777777" w:rsidTr="00183103">
        <w:tc>
          <w:tcPr>
            <w:tcW w:w="9924" w:type="dxa"/>
            <w:gridSpan w:val="8"/>
          </w:tcPr>
          <w:p w14:paraId="3EC44F85" w14:textId="6EEE4F39" w:rsidR="00A45F0E" w:rsidRDefault="00A45F0E">
            <w:pPr>
              <w:widowControl/>
              <w:autoSpaceDE/>
              <w:autoSpaceDN/>
              <w:adjustRightInd/>
            </w:pPr>
            <w:r w:rsidRPr="00F04A10">
              <w:t>2.</w:t>
            </w:r>
            <w:r w:rsidRPr="00A45F0E">
              <w:t>1. Adres do korespondencji</w:t>
            </w:r>
          </w:p>
        </w:tc>
      </w:tr>
      <w:tr w:rsidR="00A45F0E" w14:paraId="25B239B6" w14:textId="77777777" w:rsidTr="00D640DD">
        <w:tc>
          <w:tcPr>
            <w:tcW w:w="9924" w:type="dxa"/>
            <w:gridSpan w:val="8"/>
          </w:tcPr>
          <w:p w14:paraId="13D9CDA0" w14:textId="17728278" w:rsidR="00A45F0E" w:rsidRDefault="00A45F0E">
            <w:pPr>
              <w:widowControl/>
              <w:autoSpaceDE/>
              <w:autoSpaceDN/>
              <w:adjustRightInd/>
            </w:pPr>
            <w:r w:rsidRPr="00F04A10">
              <w:t xml:space="preserve">Wypełnia się, jeżeli adres do korespondencji </w:t>
            </w:r>
            <w:r w:rsidRPr="00A45F0E">
              <w:t>użytkującego jest inny niż wskazany w pkt 2.</w:t>
            </w:r>
          </w:p>
        </w:tc>
      </w:tr>
      <w:tr w:rsidR="00A45F0E" w14:paraId="2D197ABC" w14:textId="77777777" w:rsidTr="002808DB">
        <w:tc>
          <w:tcPr>
            <w:tcW w:w="5054" w:type="dxa"/>
            <w:gridSpan w:val="4"/>
          </w:tcPr>
          <w:p w14:paraId="0F96CA73" w14:textId="77777777" w:rsidR="00A45F0E" w:rsidRPr="00A45F0E" w:rsidRDefault="00A45F0E" w:rsidP="00A45F0E">
            <w:r w:rsidRPr="00F04A10">
              <w:t>Kraj:</w:t>
            </w:r>
          </w:p>
        </w:tc>
        <w:tc>
          <w:tcPr>
            <w:tcW w:w="4870" w:type="dxa"/>
            <w:gridSpan w:val="4"/>
          </w:tcPr>
          <w:p w14:paraId="26E15227" w14:textId="77777777" w:rsidR="00A45F0E" w:rsidRPr="00A45F0E" w:rsidRDefault="00A45F0E" w:rsidP="00A45F0E">
            <w:r w:rsidRPr="00F04A10">
              <w:t>Województwo:</w:t>
            </w:r>
          </w:p>
        </w:tc>
      </w:tr>
      <w:tr w:rsidR="00A45F0E" w14:paraId="3622E431" w14:textId="77777777" w:rsidTr="002808DB">
        <w:tc>
          <w:tcPr>
            <w:tcW w:w="5054" w:type="dxa"/>
            <w:gridSpan w:val="4"/>
          </w:tcPr>
          <w:p w14:paraId="45864C99" w14:textId="77777777" w:rsidR="00A45F0E" w:rsidRPr="00A45F0E" w:rsidRDefault="00A45F0E" w:rsidP="00A45F0E">
            <w:r w:rsidRPr="00F04A10">
              <w:t>Powiat:</w:t>
            </w:r>
          </w:p>
        </w:tc>
        <w:tc>
          <w:tcPr>
            <w:tcW w:w="4870" w:type="dxa"/>
            <w:gridSpan w:val="4"/>
          </w:tcPr>
          <w:p w14:paraId="4C355C4D" w14:textId="77777777" w:rsidR="00A45F0E" w:rsidRPr="00A45F0E" w:rsidRDefault="00A45F0E" w:rsidP="00A45F0E">
            <w:r w:rsidRPr="00F04A10">
              <w:t>G</w:t>
            </w:r>
            <w:r w:rsidRPr="00A45F0E">
              <w:t>mina:</w:t>
            </w:r>
          </w:p>
        </w:tc>
      </w:tr>
      <w:tr w:rsidR="00A45F0E" w14:paraId="41445BC0" w14:textId="77777777" w:rsidTr="002808DB">
        <w:tc>
          <w:tcPr>
            <w:tcW w:w="5054" w:type="dxa"/>
            <w:gridSpan w:val="4"/>
          </w:tcPr>
          <w:p w14:paraId="73990D0E" w14:textId="77777777" w:rsidR="00A45F0E" w:rsidRPr="00A45F0E" w:rsidRDefault="00A45F0E" w:rsidP="00A45F0E">
            <w:r w:rsidRPr="00F04A10">
              <w:t>Ulica:</w:t>
            </w:r>
          </w:p>
        </w:tc>
        <w:tc>
          <w:tcPr>
            <w:tcW w:w="2539" w:type="dxa"/>
            <w:gridSpan w:val="3"/>
          </w:tcPr>
          <w:p w14:paraId="5196C972" w14:textId="77777777" w:rsidR="00A45F0E" w:rsidRPr="00A45F0E" w:rsidRDefault="00A45F0E" w:rsidP="00A45F0E">
            <w:r w:rsidRPr="00F04A10">
              <w:t>Nr domu:</w:t>
            </w:r>
          </w:p>
        </w:tc>
        <w:tc>
          <w:tcPr>
            <w:tcW w:w="2331" w:type="dxa"/>
          </w:tcPr>
          <w:p w14:paraId="20BB01E4" w14:textId="77777777" w:rsidR="00A45F0E" w:rsidRPr="00A45F0E" w:rsidRDefault="00A45F0E" w:rsidP="00A45F0E">
            <w:r w:rsidRPr="00F04A10">
              <w:t>Nr lokalu:</w:t>
            </w:r>
          </w:p>
        </w:tc>
      </w:tr>
      <w:tr w:rsidR="00A45F0E" w14:paraId="0834FC13" w14:textId="77777777" w:rsidTr="002808DB">
        <w:tc>
          <w:tcPr>
            <w:tcW w:w="5054" w:type="dxa"/>
            <w:gridSpan w:val="4"/>
          </w:tcPr>
          <w:p w14:paraId="76809902" w14:textId="77777777" w:rsidR="00A45F0E" w:rsidRPr="00A45F0E" w:rsidRDefault="00A45F0E" w:rsidP="00A45F0E">
            <w:r w:rsidRPr="00F04A10">
              <w:t>Miejsco</w:t>
            </w:r>
            <w:r w:rsidRPr="00A45F0E">
              <w:t>wość:</w:t>
            </w:r>
          </w:p>
        </w:tc>
        <w:tc>
          <w:tcPr>
            <w:tcW w:w="4870" w:type="dxa"/>
            <w:gridSpan w:val="4"/>
          </w:tcPr>
          <w:p w14:paraId="3E7ACDC6" w14:textId="77777777" w:rsidR="00A45F0E" w:rsidRPr="00A45F0E" w:rsidRDefault="00A45F0E" w:rsidP="00A45F0E">
            <w:r w:rsidRPr="00F04A10">
              <w:t xml:space="preserve">Kod </w:t>
            </w:r>
            <w:r w:rsidRPr="00A45F0E">
              <w:t>pocztowy:</w:t>
            </w:r>
          </w:p>
        </w:tc>
      </w:tr>
      <w:tr w:rsidR="00A45F0E" w14:paraId="2647BB77" w14:textId="77777777" w:rsidTr="009F3C23">
        <w:tc>
          <w:tcPr>
            <w:tcW w:w="9924" w:type="dxa"/>
            <w:gridSpan w:val="8"/>
          </w:tcPr>
          <w:p w14:paraId="7CDF86EA" w14:textId="58090EE6" w:rsidR="00A45F0E" w:rsidRDefault="00A45F0E">
            <w:pPr>
              <w:widowControl/>
              <w:autoSpaceDE/>
              <w:autoSpaceDN/>
              <w:adjustRightInd/>
            </w:pPr>
            <w:r w:rsidRPr="00F04A10">
              <w:t>3</w:t>
            </w:r>
            <w:r w:rsidRPr="00A45F0E">
              <w:t>. LOKALIZACJA WYROBU ZAWIERAJĄCEGO AZBEST</w:t>
            </w:r>
          </w:p>
        </w:tc>
      </w:tr>
      <w:tr w:rsidR="00A45F0E" w14:paraId="1AC8DFF8" w14:textId="77777777" w:rsidTr="002808DB">
        <w:tc>
          <w:tcPr>
            <w:tcW w:w="5054" w:type="dxa"/>
            <w:gridSpan w:val="4"/>
          </w:tcPr>
          <w:p w14:paraId="7A4E6B59" w14:textId="211DE2F3" w:rsidR="00A45F0E" w:rsidRDefault="00A45F0E">
            <w:pPr>
              <w:widowControl/>
              <w:autoSpaceDE/>
              <w:autoSpaceDN/>
              <w:adjustRightInd/>
            </w:pPr>
            <w:r w:rsidRPr="00F04A10">
              <w:t>Nazwa obiektu, urządzenia lub instalacji:</w:t>
            </w:r>
          </w:p>
        </w:tc>
        <w:tc>
          <w:tcPr>
            <w:tcW w:w="4870" w:type="dxa"/>
            <w:gridSpan w:val="4"/>
          </w:tcPr>
          <w:p w14:paraId="2D791FE2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0B58B84C" w14:textId="77777777" w:rsidTr="002808DB">
        <w:tc>
          <w:tcPr>
            <w:tcW w:w="5054" w:type="dxa"/>
            <w:gridSpan w:val="4"/>
          </w:tcPr>
          <w:p w14:paraId="6FCF50E6" w14:textId="77777777" w:rsidR="00A45F0E" w:rsidRPr="00A45F0E" w:rsidRDefault="00A45F0E" w:rsidP="00A45F0E">
            <w:r w:rsidRPr="00F04A10">
              <w:t>Kraj:</w:t>
            </w:r>
          </w:p>
        </w:tc>
        <w:tc>
          <w:tcPr>
            <w:tcW w:w="4870" w:type="dxa"/>
            <w:gridSpan w:val="4"/>
          </w:tcPr>
          <w:p w14:paraId="7F5F7000" w14:textId="77777777" w:rsidR="00A45F0E" w:rsidRPr="00A45F0E" w:rsidRDefault="00A45F0E" w:rsidP="00A45F0E">
            <w:r w:rsidRPr="00F04A10">
              <w:t>Województwo:</w:t>
            </w:r>
          </w:p>
        </w:tc>
      </w:tr>
      <w:tr w:rsidR="00A45F0E" w14:paraId="55E58C67" w14:textId="77777777" w:rsidTr="002808DB">
        <w:tc>
          <w:tcPr>
            <w:tcW w:w="5054" w:type="dxa"/>
            <w:gridSpan w:val="4"/>
          </w:tcPr>
          <w:p w14:paraId="65A2FEAB" w14:textId="77777777" w:rsidR="00A45F0E" w:rsidRPr="00A45F0E" w:rsidRDefault="00A45F0E" w:rsidP="00A45F0E">
            <w:r w:rsidRPr="00F04A10">
              <w:t>Powiat:</w:t>
            </w:r>
          </w:p>
        </w:tc>
        <w:tc>
          <w:tcPr>
            <w:tcW w:w="4870" w:type="dxa"/>
            <w:gridSpan w:val="4"/>
          </w:tcPr>
          <w:p w14:paraId="3910D5C4" w14:textId="77777777" w:rsidR="00A45F0E" w:rsidRPr="00A45F0E" w:rsidRDefault="00A45F0E" w:rsidP="00A45F0E">
            <w:r w:rsidRPr="00F04A10">
              <w:t>G</w:t>
            </w:r>
            <w:r w:rsidRPr="00A45F0E">
              <w:t>mina:</w:t>
            </w:r>
          </w:p>
        </w:tc>
      </w:tr>
      <w:tr w:rsidR="00A45F0E" w14:paraId="3A486186" w14:textId="77777777" w:rsidTr="002808DB">
        <w:tc>
          <w:tcPr>
            <w:tcW w:w="5054" w:type="dxa"/>
            <w:gridSpan w:val="4"/>
          </w:tcPr>
          <w:p w14:paraId="62484134" w14:textId="77777777" w:rsidR="00A45F0E" w:rsidRPr="00A45F0E" w:rsidRDefault="00A45F0E" w:rsidP="00A45F0E">
            <w:r w:rsidRPr="00F04A10">
              <w:t>Ulica:</w:t>
            </w:r>
          </w:p>
        </w:tc>
        <w:tc>
          <w:tcPr>
            <w:tcW w:w="4870" w:type="dxa"/>
            <w:gridSpan w:val="4"/>
          </w:tcPr>
          <w:p w14:paraId="06D1D0EA" w14:textId="5F114DF9" w:rsidR="00A45F0E" w:rsidRPr="00A45F0E" w:rsidRDefault="00A45F0E" w:rsidP="00A45F0E">
            <w:r w:rsidRPr="00F04A10">
              <w:t>Nr domu:</w:t>
            </w:r>
          </w:p>
        </w:tc>
      </w:tr>
      <w:tr w:rsidR="00A45F0E" w14:paraId="2BAA454E" w14:textId="77777777" w:rsidTr="002808DB">
        <w:tc>
          <w:tcPr>
            <w:tcW w:w="5054" w:type="dxa"/>
            <w:gridSpan w:val="4"/>
          </w:tcPr>
          <w:p w14:paraId="05D21438" w14:textId="77777777" w:rsidR="00A45F0E" w:rsidRPr="00A45F0E" w:rsidRDefault="00A45F0E" w:rsidP="00A45F0E">
            <w:r w:rsidRPr="00F04A10">
              <w:t>Miejsco</w:t>
            </w:r>
            <w:r w:rsidRPr="00A45F0E">
              <w:t>wość:</w:t>
            </w:r>
          </w:p>
        </w:tc>
        <w:tc>
          <w:tcPr>
            <w:tcW w:w="4870" w:type="dxa"/>
            <w:gridSpan w:val="4"/>
          </w:tcPr>
          <w:p w14:paraId="675E6735" w14:textId="77777777" w:rsidR="00A45F0E" w:rsidRPr="00A45F0E" w:rsidRDefault="00A45F0E" w:rsidP="00A45F0E">
            <w:r w:rsidRPr="00F04A10">
              <w:t xml:space="preserve">Kod </w:t>
            </w:r>
            <w:r w:rsidRPr="00A45F0E">
              <w:t>pocztowy:</w:t>
            </w:r>
          </w:p>
        </w:tc>
      </w:tr>
      <w:tr w:rsidR="00A45F0E" w14:paraId="7E0EA33A" w14:textId="77777777" w:rsidTr="002808DB">
        <w:tc>
          <w:tcPr>
            <w:tcW w:w="5054" w:type="dxa"/>
            <w:gridSpan w:val="4"/>
          </w:tcPr>
          <w:p w14:paraId="3E318E23" w14:textId="240D6D2A" w:rsidR="00A45F0E" w:rsidRPr="00A45F0E" w:rsidRDefault="00A45F0E" w:rsidP="00A45F0E">
            <w:r w:rsidRPr="00F04A10">
              <w:t>Obręb ewidencyjny:</w:t>
            </w:r>
            <w:r w:rsidRPr="00A45F0E">
              <w:rPr>
                <w:rStyle w:val="IGindeksgrny"/>
              </w:rPr>
              <w:t xml:space="preserve"> </w:t>
            </w:r>
            <w:r w:rsidR="0018287A">
              <w:rPr>
                <w:rStyle w:val="IGindeksgrny"/>
              </w:rPr>
              <w:t>1)</w:t>
            </w:r>
          </w:p>
        </w:tc>
        <w:tc>
          <w:tcPr>
            <w:tcW w:w="4870" w:type="dxa"/>
            <w:gridSpan w:val="4"/>
          </w:tcPr>
          <w:p w14:paraId="0E26B587" w14:textId="43905433" w:rsidR="00A45F0E" w:rsidRPr="00A45F0E" w:rsidRDefault="00A45F0E" w:rsidP="00A45F0E">
            <w:r w:rsidRPr="00F04A10">
              <w:t>Numer działki ewidencyjnej:</w:t>
            </w:r>
            <w:r w:rsidR="0018287A">
              <w:rPr>
                <w:rStyle w:val="IGindeksgrny"/>
              </w:rPr>
              <w:t>1)</w:t>
            </w:r>
          </w:p>
        </w:tc>
      </w:tr>
      <w:tr w:rsidR="00A45F0E" w14:paraId="0F57EFB0" w14:textId="77777777" w:rsidTr="006D446C">
        <w:tc>
          <w:tcPr>
            <w:tcW w:w="9924" w:type="dxa"/>
            <w:gridSpan w:val="8"/>
          </w:tcPr>
          <w:p w14:paraId="0F10B762" w14:textId="2D26D06E" w:rsidR="00A45F0E" w:rsidRPr="00A45F0E" w:rsidRDefault="00A45F0E" w:rsidP="00A45F0E">
            <w:r w:rsidRPr="00A45F0E">
              <w:rPr>
                <w:rFonts w:ascii="Segoe UI Symbol" w:hAnsi="Segoe UI Symbol" w:cs="Segoe UI Symbol"/>
              </w:rPr>
              <w:t>☐</w:t>
            </w:r>
            <w:r w:rsidRPr="00A45F0E">
              <w:t xml:space="preserve"> Załącznik A - Lista numerów obrębów i działek ewidencyjnych </w:t>
            </w:r>
            <w:r w:rsidR="0018287A">
              <w:rPr>
                <w:rStyle w:val="IGindeksgrny"/>
              </w:rPr>
              <w:t>1)</w:t>
            </w:r>
          </w:p>
        </w:tc>
      </w:tr>
      <w:tr w:rsidR="00543E81" w14:paraId="32B52BCD" w14:textId="77777777" w:rsidTr="00D67087">
        <w:tc>
          <w:tcPr>
            <w:tcW w:w="9924" w:type="dxa"/>
            <w:gridSpan w:val="8"/>
          </w:tcPr>
          <w:p w14:paraId="77D1479C" w14:textId="4F38BEA6" w:rsidR="00543E81" w:rsidRDefault="00543E81">
            <w:pPr>
              <w:widowControl/>
              <w:autoSpaceDE/>
              <w:autoSpaceDN/>
              <w:adjustRightInd/>
            </w:pPr>
            <w:r w:rsidRPr="00F04A10">
              <w:t>4</w:t>
            </w:r>
            <w:r w:rsidRPr="00A45F0E">
              <w:t xml:space="preserve">. </w:t>
            </w:r>
            <w:r>
              <w:t>DANE WYROBU ZAWIERAJĄCEGO AZBEST</w:t>
            </w:r>
          </w:p>
        </w:tc>
      </w:tr>
      <w:tr w:rsidR="00F51552" w14:paraId="734272F2" w14:textId="77777777" w:rsidTr="00466DB8">
        <w:tc>
          <w:tcPr>
            <w:tcW w:w="9924" w:type="dxa"/>
            <w:gridSpan w:val="8"/>
          </w:tcPr>
          <w:p w14:paraId="424885D1" w14:textId="26106EA0" w:rsidR="00F51552" w:rsidRDefault="00F51552">
            <w:pPr>
              <w:widowControl/>
              <w:autoSpaceDE/>
              <w:autoSpaceDN/>
              <w:adjustRightInd/>
            </w:pPr>
            <w:r>
              <w:t xml:space="preserve">4.1. </w:t>
            </w:r>
            <w:r w:rsidR="00543E81">
              <w:t>Rodzaj zabudowy</w:t>
            </w:r>
            <w:r>
              <w:t>:</w:t>
            </w:r>
          </w:p>
        </w:tc>
      </w:tr>
      <w:tr w:rsidR="00A45F0E" w14:paraId="2EF652FE" w14:textId="77777777" w:rsidTr="002808DB">
        <w:tc>
          <w:tcPr>
            <w:tcW w:w="5054" w:type="dxa"/>
            <w:gridSpan w:val="4"/>
          </w:tcPr>
          <w:p w14:paraId="60DE9AB4" w14:textId="1F14C9D0" w:rsidR="00A45F0E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</w:t>
            </w:r>
            <w:r>
              <w:t xml:space="preserve">budynek mieszkalny </w:t>
            </w:r>
            <w:r w:rsidRPr="00F51552">
              <w:t>jednorodzinny</w:t>
            </w:r>
          </w:p>
        </w:tc>
        <w:tc>
          <w:tcPr>
            <w:tcW w:w="4870" w:type="dxa"/>
            <w:gridSpan w:val="4"/>
          </w:tcPr>
          <w:p w14:paraId="56E1C95A" w14:textId="3658A5AA" w:rsidR="00A45F0E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budynek mieszkalny </w:t>
            </w:r>
            <w:r>
              <w:t>wielo</w:t>
            </w:r>
            <w:r w:rsidRPr="00F51552">
              <w:t>rodzinny</w:t>
            </w:r>
          </w:p>
        </w:tc>
      </w:tr>
      <w:tr w:rsidR="00F51552" w14:paraId="3B5812C0" w14:textId="77777777" w:rsidTr="002808DB">
        <w:tc>
          <w:tcPr>
            <w:tcW w:w="5054" w:type="dxa"/>
            <w:gridSpan w:val="4"/>
          </w:tcPr>
          <w:p w14:paraId="62FEB67D" w14:textId="3317948F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lastRenderedPageBreak/>
              <w:t>☐</w:t>
            </w:r>
            <w:r w:rsidRPr="00F51552">
              <w:t xml:space="preserve"> </w:t>
            </w:r>
            <w:r>
              <w:t xml:space="preserve">budynek </w:t>
            </w:r>
            <w:r w:rsidRPr="00F51552">
              <w:t>mieszkalno-gospodarczy</w:t>
            </w:r>
          </w:p>
        </w:tc>
        <w:tc>
          <w:tcPr>
            <w:tcW w:w="4870" w:type="dxa"/>
            <w:gridSpan w:val="4"/>
          </w:tcPr>
          <w:p w14:paraId="60ABD6B0" w14:textId="54F6DFC9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budynek gospodarczy</w:t>
            </w:r>
          </w:p>
        </w:tc>
      </w:tr>
      <w:tr w:rsidR="00F51552" w14:paraId="27D2928E" w14:textId="77777777" w:rsidTr="002808DB">
        <w:tc>
          <w:tcPr>
            <w:tcW w:w="5054" w:type="dxa"/>
            <w:gridSpan w:val="4"/>
          </w:tcPr>
          <w:p w14:paraId="68CE537B" w14:textId="6DF1FC01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przemysłowy</w:t>
            </w:r>
          </w:p>
        </w:tc>
        <w:tc>
          <w:tcPr>
            <w:tcW w:w="4870" w:type="dxa"/>
            <w:gridSpan w:val="4"/>
          </w:tcPr>
          <w:p w14:paraId="4E658600" w14:textId="2067CB99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użyteczności publicznej</w:t>
            </w:r>
          </w:p>
        </w:tc>
      </w:tr>
      <w:tr w:rsidR="00F51552" w14:paraId="581154B6" w14:textId="77777777" w:rsidTr="002808DB">
        <w:tc>
          <w:tcPr>
            <w:tcW w:w="5054" w:type="dxa"/>
            <w:gridSpan w:val="4"/>
          </w:tcPr>
          <w:p w14:paraId="014B9823" w14:textId="53FDD56A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garaż</w:t>
            </w:r>
          </w:p>
        </w:tc>
        <w:tc>
          <w:tcPr>
            <w:tcW w:w="4870" w:type="dxa"/>
            <w:gridSpan w:val="4"/>
          </w:tcPr>
          <w:p w14:paraId="4C183761" w14:textId="146CD950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azbest zmagazynowany</w:t>
            </w:r>
          </w:p>
        </w:tc>
      </w:tr>
      <w:tr w:rsidR="00F51552" w14:paraId="4850C9AC" w14:textId="77777777" w:rsidTr="002808DB">
        <w:tc>
          <w:tcPr>
            <w:tcW w:w="5054" w:type="dxa"/>
            <w:gridSpan w:val="4"/>
          </w:tcPr>
          <w:p w14:paraId="6651D1EA" w14:textId="6BA4644D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urządzenie</w:t>
            </w:r>
          </w:p>
        </w:tc>
        <w:tc>
          <w:tcPr>
            <w:tcW w:w="4870" w:type="dxa"/>
            <w:gridSpan w:val="4"/>
          </w:tcPr>
          <w:p w14:paraId="6BEEEEEC" w14:textId="43EBB2B7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inny, jaki: ……………………….</w:t>
            </w:r>
          </w:p>
        </w:tc>
      </w:tr>
      <w:tr w:rsidR="00F51552" w14:paraId="3346FAD2" w14:textId="77777777" w:rsidTr="000E30C8">
        <w:tc>
          <w:tcPr>
            <w:tcW w:w="9924" w:type="dxa"/>
            <w:gridSpan w:val="8"/>
          </w:tcPr>
          <w:p w14:paraId="1A1503FF" w14:textId="2B42A7A4" w:rsidR="00F51552" w:rsidRDefault="00F51552">
            <w:pPr>
              <w:widowControl/>
              <w:autoSpaceDE/>
              <w:autoSpaceDN/>
              <w:adjustRightInd/>
            </w:pPr>
            <w:r>
              <w:t xml:space="preserve">4.2. </w:t>
            </w:r>
            <w:r w:rsidR="00956DEC">
              <w:t>I</w:t>
            </w:r>
            <w:r w:rsidRPr="00F04A10">
              <w:t>nstalacj</w:t>
            </w:r>
            <w:r w:rsidR="00956DEC">
              <w:t>a</w:t>
            </w:r>
            <w:r w:rsidRPr="00F04A10">
              <w:t>, w której znajdują się wyroby zawierające azbest</w:t>
            </w:r>
            <w:r w:rsidR="00543E81">
              <w:t>:</w:t>
            </w:r>
          </w:p>
        </w:tc>
      </w:tr>
      <w:tr w:rsidR="009E0560" w14:paraId="6C6B8670" w14:textId="77777777" w:rsidTr="001F2020">
        <w:tc>
          <w:tcPr>
            <w:tcW w:w="3308" w:type="dxa"/>
          </w:tcPr>
          <w:p w14:paraId="26C943D0" w14:textId="3420B7C3" w:rsidR="009E0560" w:rsidRDefault="00E30B2E">
            <w:pPr>
              <w:widowControl/>
              <w:autoSpaceDE/>
              <w:autoSpaceDN/>
              <w:adjustRightInd/>
            </w:pPr>
            <w:r>
              <w:t xml:space="preserve">4.2.1. </w:t>
            </w:r>
            <w:r w:rsidR="009E0560">
              <w:t>Typ:</w:t>
            </w:r>
          </w:p>
        </w:tc>
        <w:tc>
          <w:tcPr>
            <w:tcW w:w="3308" w:type="dxa"/>
            <w:gridSpan w:val="4"/>
          </w:tcPr>
          <w:p w14:paraId="123B59EF" w14:textId="637D3088" w:rsidR="009E0560" w:rsidRDefault="00956DEC">
            <w:pPr>
              <w:widowControl/>
              <w:autoSpaceDE/>
              <w:autoSpaceDN/>
              <w:adjustRightInd/>
            </w:pPr>
            <w:r w:rsidRPr="00956DEC">
              <w:rPr>
                <w:rFonts w:ascii="Segoe UI Symbol" w:hAnsi="Segoe UI Symbol" w:cs="Segoe UI Symbol"/>
              </w:rPr>
              <w:t>☐</w:t>
            </w:r>
            <w:r w:rsidRPr="00956DEC">
              <w:t xml:space="preserve"> naziemna</w:t>
            </w:r>
          </w:p>
        </w:tc>
        <w:tc>
          <w:tcPr>
            <w:tcW w:w="3308" w:type="dxa"/>
            <w:gridSpan w:val="3"/>
          </w:tcPr>
          <w:p w14:paraId="58591445" w14:textId="0D4959A9" w:rsidR="009E0560" w:rsidRDefault="00956DEC">
            <w:pPr>
              <w:widowControl/>
              <w:autoSpaceDE/>
              <w:autoSpaceDN/>
              <w:adjustRightInd/>
            </w:pPr>
            <w:r w:rsidRPr="00956DEC">
              <w:rPr>
                <w:rFonts w:ascii="Segoe UI Symbol" w:hAnsi="Segoe UI Symbol" w:cs="Segoe UI Symbol"/>
              </w:rPr>
              <w:t>☐</w:t>
            </w:r>
            <w:r w:rsidRPr="00956DEC">
              <w:t xml:space="preserve"> podziemna</w:t>
            </w:r>
          </w:p>
        </w:tc>
      </w:tr>
      <w:tr w:rsidR="00956DEC" w14:paraId="032AE353" w14:textId="77777777" w:rsidTr="0063219A">
        <w:tc>
          <w:tcPr>
            <w:tcW w:w="9924" w:type="dxa"/>
            <w:gridSpan w:val="8"/>
          </w:tcPr>
          <w:p w14:paraId="6258C92E" w14:textId="50998161" w:rsidR="00956DEC" w:rsidRDefault="00E30B2E">
            <w:pPr>
              <w:widowControl/>
              <w:autoSpaceDE/>
              <w:autoSpaceDN/>
              <w:adjustRightInd/>
            </w:pPr>
            <w:r>
              <w:t xml:space="preserve">4.2.2. </w:t>
            </w:r>
            <w:r w:rsidR="00956DEC">
              <w:t>Rodzaj:</w:t>
            </w:r>
          </w:p>
        </w:tc>
      </w:tr>
      <w:tr w:rsidR="00F51552" w14:paraId="1DA7D41D" w14:textId="77777777" w:rsidTr="002808DB">
        <w:tc>
          <w:tcPr>
            <w:tcW w:w="5054" w:type="dxa"/>
            <w:gridSpan w:val="4"/>
          </w:tcPr>
          <w:p w14:paraId="4AE68693" w14:textId="5E8F88CF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wodociągowa</w:t>
            </w:r>
          </w:p>
        </w:tc>
        <w:tc>
          <w:tcPr>
            <w:tcW w:w="4870" w:type="dxa"/>
            <w:gridSpan w:val="4"/>
          </w:tcPr>
          <w:p w14:paraId="08C58C66" w14:textId="0AAE1298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ciepłownicza</w:t>
            </w:r>
          </w:p>
        </w:tc>
      </w:tr>
      <w:tr w:rsidR="00F51552" w14:paraId="19A1DF6F" w14:textId="77777777" w:rsidTr="002808DB">
        <w:tc>
          <w:tcPr>
            <w:tcW w:w="5054" w:type="dxa"/>
            <w:gridSpan w:val="4"/>
          </w:tcPr>
          <w:p w14:paraId="21203A4C" w14:textId="2A314B9C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kanalizacyjna</w:t>
            </w:r>
          </w:p>
        </w:tc>
        <w:tc>
          <w:tcPr>
            <w:tcW w:w="4870" w:type="dxa"/>
            <w:gridSpan w:val="4"/>
          </w:tcPr>
          <w:p w14:paraId="6C692AF5" w14:textId="57A75670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elektroenergetyczna</w:t>
            </w:r>
          </w:p>
        </w:tc>
      </w:tr>
      <w:tr w:rsidR="00F51552" w14:paraId="7C1C5A67" w14:textId="77777777" w:rsidTr="006502AE">
        <w:tc>
          <w:tcPr>
            <w:tcW w:w="9924" w:type="dxa"/>
            <w:gridSpan w:val="8"/>
          </w:tcPr>
          <w:p w14:paraId="0D25BEFB" w14:textId="27D8A3E5" w:rsidR="00F51552" w:rsidRDefault="00F51552" w:rsidP="00F51552"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> inna</w:t>
            </w:r>
            <w:r w:rsidR="00107F7A">
              <w:t>, jaka:</w:t>
            </w:r>
            <w:r w:rsidRPr="00F51552">
              <w:t> </w:t>
            </w:r>
            <w:r w:rsidRPr="00F04A10">
              <w:t>…..</w:t>
            </w:r>
            <w:r w:rsidRPr="00F51552">
              <w:t>.......</w:t>
            </w:r>
            <w:r>
              <w:t>.................................</w:t>
            </w:r>
            <w:r w:rsidRPr="00F51552">
              <w:t>.................</w:t>
            </w:r>
          </w:p>
        </w:tc>
      </w:tr>
      <w:tr w:rsidR="00956DEC" w14:paraId="0DD9AF72" w14:textId="77777777" w:rsidTr="006502AE">
        <w:tc>
          <w:tcPr>
            <w:tcW w:w="9924" w:type="dxa"/>
            <w:gridSpan w:val="8"/>
          </w:tcPr>
          <w:p w14:paraId="2870E3A3" w14:textId="4ABD3B77" w:rsidR="00956DEC" w:rsidRPr="00F51552" w:rsidRDefault="00E30B2E" w:rsidP="00F51552">
            <w:pPr>
              <w:rPr>
                <w:rFonts w:ascii="Segoe UI Symbol" w:hAnsi="Segoe UI Symbol" w:cs="Segoe UI Symbol"/>
              </w:rPr>
            </w:pPr>
            <w:r>
              <w:t xml:space="preserve">4.2.3. </w:t>
            </w:r>
            <w:r w:rsidR="006B41E8">
              <w:t>Instalacja eksploatowana</w:t>
            </w:r>
          </w:p>
        </w:tc>
      </w:tr>
      <w:tr w:rsidR="00F51552" w14:paraId="07135CCA" w14:textId="77777777" w:rsidTr="002808DB">
        <w:tc>
          <w:tcPr>
            <w:tcW w:w="5054" w:type="dxa"/>
            <w:gridSpan w:val="4"/>
          </w:tcPr>
          <w:p w14:paraId="64A19F0A" w14:textId="589F2D6E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</w:t>
            </w:r>
            <w:r w:rsidR="006B41E8">
              <w:t>TAK</w:t>
            </w:r>
          </w:p>
        </w:tc>
        <w:tc>
          <w:tcPr>
            <w:tcW w:w="4870" w:type="dxa"/>
            <w:gridSpan w:val="4"/>
          </w:tcPr>
          <w:p w14:paraId="275F1E1F" w14:textId="6D9EAFB2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</w:t>
            </w:r>
            <w:r w:rsidR="006B41E8">
              <w:t xml:space="preserve">NIE </w:t>
            </w:r>
          </w:p>
        </w:tc>
      </w:tr>
      <w:tr w:rsidR="00E30B2E" w14:paraId="7E83D770" w14:textId="77777777" w:rsidTr="00F65AED">
        <w:tc>
          <w:tcPr>
            <w:tcW w:w="9924" w:type="dxa"/>
            <w:gridSpan w:val="8"/>
          </w:tcPr>
          <w:p w14:paraId="25D52F49" w14:textId="25B91BAC" w:rsidR="00E30B2E" w:rsidRPr="00F51552" w:rsidRDefault="00E30B2E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>
              <w:t>4.2.4.</w:t>
            </w:r>
            <w:r w:rsidR="00DE53CC">
              <w:t xml:space="preserve">Instalacja </w:t>
            </w:r>
            <w:r w:rsidR="00DE53CC" w:rsidRPr="00F51552">
              <w:t>zabezpieczona trwale</w:t>
            </w:r>
            <w:r w:rsidR="00DE53CC" w:rsidRPr="00DE53CC">
              <w:t xml:space="preserve"> (</w:t>
            </w:r>
            <w:r w:rsidR="002809F2">
              <w:t xml:space="preserve">dotyczy instalacji </w:t>
            </w:r>
            <w:r w:rsidR="00DE53CC" w:rsidRPr="00DE53CC">
              <w:t>podziemn</w:t>
            </w:r>
            <w:r w:rsidR="002809F2">
              <w:t>ych</w:t>
            </w:r>
            <w:r w:rsidR="00DE53CC" w:rsidRPr="00DE53CC">
              <w:t>)</w:t>
            </w:r>
            <w:r>
              <w:t>:</w:t>
            </w:r>
          </w:p>
        </w:tc>
      </w:tr>
      <w:tr w:rsidR="00F51552" w14:paraId="15E4A377" w14:textId="77777777" w:rsidTr="002808DB">
        <w:tc>
          <w:tcPr>
            <w:tcW w:w="5054" w:type="dxa"/>
            <w:gridSpan w:val="4"/>
          </w:tcPr>
          <w:p w14:paraId="3EE1BE9A" w14:textId="49674FDA" w:rsidR="00F51552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</w:t>
            </w:r>
            <w:r w:rsidR="00DE53CC">
              <w:t xml:space="preserve">TAK </w:t>
            </w:r>
          </w:p>
        </w:tc>
        <w:tc>
          <w:tcPr>
            <w:tcW w:w="4870" w:type="dxa"/>
            <w:gridSpan w:val="4"/>
          </w:tcPr>
          <w:p w14:paraId="7559ECF7" w14:textId="17A281F7" w:rsidR="00DE53CC" w:rsidRDefault="00F51552">
            <w:pPr>
              <w:widowControl/>
              <w:autoSpaceDE/>
              <w:autoSpaceDN/>
              <w:adjustRightInd/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</w:t>
            </w:r>
            <w:r w:rsidR="00DE53CC">
              <w:t xml:space="preserve">NIE </w:t>
            </w:r>
          </w:p>
        </w:tc>
      </w:tr>
      <w:tr w:rsidR="00DE53CC" w14:paraId="6656AA4B" w14:textId="77777777" w:rsidTr="002808DB">
        <w:tc>
          <w:tcPr>
            <w:tcW w:w="5054" w:type="dxa"/>
            <w:gridSpan w:val="4"/>
          </w:tcPr>
          <w:p w14:paraId="3042A274" w14:textId="0A9F6192" w:rsidR="00DE53CC" w:rsidRPr="00F27C5A" w:rsidRDefault="00DE53CC">
            <w:pPr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>
              <w:t>4.2.5 Instalacja usunięta</w:t>
            </w:r>
          </w:p>
        </w:tc>
        <w:tc>
          <w:tcPr>
            <w:tcW w:w="4870" w:type="dxa"/>
            <w:gridSpan w:val="4"/>
          </w:tcPr>
          <w:p w14:paraId="075F1935" w14:textId="77777777" w:rsidR="00DE53CC" w:rsidRPr="00F51552" w:rsidRDefault="00DE53CC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</w:p>
        </w:tc>
      </w:tr>
      <w:tr w:rsidR="00DE53CC" w14:paraId="272DBF3E" w14:textId="77777777" w:rsidTr="002808DB">
        <w:tc>
          <w:tcPr>
            <w:tcW w:w="5054" w:type="dxa"/>
            <w:gridSpan w:val="4"/>
          </w:tcPr>
          <w:p w14:paraId="4BA32B27" w14:textId="03F5084D" w:rsidR="00DE53CC" w:rsidRDefault="00DE53CC">
            <w:pPr>
              <w:widowControl/>
              <w:autoSpaceDE/>
              <w:autoSpaceDN/>
              <w:adjustRightInd/>
            </w:pPr>
            <w:r w:rsidRPr="00DE53CC">
              <w:rPr>
                <w:rFonts w:ascii="Segoe UI Symbol" w:hAnsi="Segoe UI Symbol" w:cs="Segoe UI Symbol"/>
              </w:rPr>
              <w:t>☐</w:t>
            </w:r>
            <w:r w:rsidRPr="00DE53CC">
              <w:t xml:space="preserve"> </w:t>
            </w:r>
            <w:r>
              <w:t>TAK</w:t>
            </w:r>
          </w:p>
        </w:tc>
        <w:tc>
          <w:tcPr>
            <w:tcW w:w="4870" w:type="dxa"/>
            <w:gridSpan w:val="4"/>
          </w:tcPr>
          <w:p w14:paraId="4DBB580D" w14:textId="1D73C4FE" w:rsidR="00DE53CC" w:rsidRPr="00F51552" w:rsidRDefault="00DE53CC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DE53CC">
              <w:rPr>
                <w:rFonts w:ascii="Segoe UI Symbol" w:hAnsi="Segoe UI Symbol" w:cs="Segoe UI Symbol"/>
              </w:rPr>
              <w:t>☐</w:t>
            </w:r>
            <w:r>
              <w:t xml:space="preserve"> NIE</w:t>
            </w:r>
          </w:p>
        </w:tc>
      </w:tr>
      <w:tr w:rsidR="00F51552" w14:paraId="0EE0BAA7" w14:textId="77777777" w:rsidTr="00AD49FB">
        <w:tc>
          <w:tcPr>
            <w:tcW w:w="9924" w:type="dxa"/>
            <w:gridSpan w:val="8"/>
          </w:tcPr>
          <w:p w14:paraId="6D025E18" w14:textId="08A5AB24" w:rsidR="00F51552" w:rsidRPr="00F51552" w:rsidRDefault="00F51552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>
              <w:t xml:space="preserve">4.3. </w:t>
            </w:r>
            <w:r w:rsidR="00E30B2E">
              <w:t>D</w:t>
            </w:r>
            <w:r w:rsidRPr="00F04A10">
              <w:t>rog</w:t>
            </w:r>
            <w:r w:rsidR="00E30B2E">
              <w:t>a</w:t>
            </w:r>
            <w:r w:rsidRPr="00F04A10">
              <w:t xml:space="preserve"> utwardzon</w:t>
            </w:r>
            <w:r w:rsidR="001C783D">
              <w:t>a</w:t>
            </w:r>
            <w:r w:rsidRPr="00F04A10">
              <w:t xml:space="preserve"> odpadami zawierającymi azbest</w:t>
            </w:r>
            <w:r w:rsidR="00543E81">
              <w:t>:</w:t>
            </w:r>
          </w:p>
        </w:tc>
      </w:tr>
      <w:tr w:rsidR="00F51552" w14:paraId="648C0542" w14:textId="77777777" w:rsidTr="002808DB">
        <w:tc>
          <w:tcPr>
            <w:tcW w:w="5054" w:type="dxa"/>
            <w:gridSpan w:val="4"/>
          </w:tcPr>
          <w:p w14:paraId="0E96FD97" w14:textId="5D343CE9" w:rsidR="00F51552" w:rsidRPr="00F51552" w:rsidRDefault="00F51552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zabezpieczona trwale</w:t>
            </w:r>
          </w:p>
        </w:tc>
        <w:tc>
          <w:tcPr>
            <w:tcW w:w="4870" w:type="dxa"/>
            <w:gridSpan w:val="4"/>
          </w:tcPr>
          <w:p w14:paraId="518B3563" w14:textId="2540A6A8" w:rsidR="00F51552" w:rsidRPr="00F51552" w:rsidRDefault="00F51552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F51552">
              <w:rPr>
                <w:rFonts w:ascii="Segoe UI Symbol" w:hAnsi="Segoe UI Symbol" w:cs="Segoe UI Symbol"/>
              </w:rPr>
              <w:t>☐</w:t>
            </w:r>
            <w:r w:rsidRPr="00F51552">
              <w:t xml:space="preserve"> niezabezpieczona</w:t>
            </w:r>
          </w:p>
        </w:tc>
      </w:tr>
      <w:tr w:rsidR="00B2416E" w14:paraId="31448092" w14:textId="77777777" w:rsidTr="0081317E">
        <w:tc>
          <w:tcPr>
            <w:tcW w:w="9924" w:type="dxa"/>
            <w:gridSpan w:val="8"/>
          </w:tcPr>
          <w:p w14:paraId="19BAE088" w14:textId="4F6C5867" w:rsidR="00B2416E" w:rsidRPr="00F51552" w:rsidRDefault="00107F7A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>
              <w:t>4.4.</w:t>
            </w:r>
            <w:r w:rsidR="00B2416E">
              <w:t xml:space="preserve"> </w:t>
            </w:r>
            <w:r>
              <w:t xml:space="preserve">MASA LUB </w:t>
            </w:r>
            <w:r w:rsidR="00B2416E">
              <w:t>ILOŚĆ ZINWENTARYZOWANEGO WYROBU ZAWIERAJĄCEGO AZBEST</w:t>
            </w:r>
          </w:p>
        </w:tc>
      </w:tr>
      <w:tr w:rsidR="007704D0" w14:paraId="79AE8401" w14:textId="77777777" w:rsidTr="00D279B0">
        <w:trPr>
          <w:trHeight w:val="797"/>
        </w:trPr>
        <w:tc>
          <w:tcPr>
            <w:tcW w:w="3691" w:type="dxa"/>
            <w:gridSpan w:val="2"/>
          </w:tcPr>
          <w:p w14:paraId="1C184F98" w14:textId="0C87561B" w:rsidR="007704D0" w:rsidRPr="00F51552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F51552">
              <w:t>RODZAJ WYROBU ZAWIERAJĄCEGO AZBEST</w:t>
            </w:r>
            <w:r>
              <w:t>:</w:t>
            </w:r>
          </w:p>
        </w:tc>
        <w:tc>
          <w:tcPr>
            <w:tcW w:w="1363" w:type="dxa"/>
            <w:gridSpan w:val="2"/>
          </w:tcPr>
          <w:p w14:paraId="23C80BEC" w14:textId="72ADB1B5" w:rsidR="007704D0" w:rsidRPr="00F51552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>
              <w:t>Jednostka:</w:t>
            </w:r>
          </w:p>
        </w:tc>
        <w:tc>
          <w:tcPr>
            <w:tcW w:w="4870" w:type="dxa"/>
            <w:gridSpan w:val="4"/>
          </w:tcPr>
          <w:p w14:paraId="6C2C470C" w14:textId="7DDBDE05" w:rsidR="007704D0" w:rsidRPr="00F51552" w:rsidRDefault="007704D0" w:rsidP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>
              <w:t>M</w:t>
            </w:r>
            <w:r w:rsidRPr="00F51552">
              <w:t>asa lub ilość wyrobu</w:t>
            </w:r>
            <w:r>
              <w:t xml:space="preserve"> zinwent</w:t>
            </w:r>
            <w:r w:rsidRPr="00543E81">
              <w:t>aryzowanego</w:t>
            </w:r>
            <w:r>
              <w:t>:</w:t>
            </w:r>
          </w:p>
        </w:tc>
      </w:tr>
      <w:tr w:rsidR="007704D0" w14:paraId="3C31F2DA" w14:textId="77777777" w:rsidTr="00DF14D6">
        <w:trPr>
          <w:trHeight w:val="579"/>
        </w:trPr>
        <w:tc>
          <w:tcPr>
            <w:tcW w:w="3691" w:type="dxa"/>
            <w:gridSpan w:val="2"/>
          </w:tcPr>
          <w:p w14:paraId="36B55CCA" w14:textId="5403302C" w:rsidR="007704D0" w:rsidRPr="00F04A10" w:rsidRDefault="007704D0">
            <w:pPr>
              <w:widowControl/>
              <w:autoSpaceDE/>
              <w:autoSpaceDN/>
              <w:adjustRightInd/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płyty azbestowo-cementowe płaskie</w:t>
            </w:r>
          </w:p>
        </w:tc>
        <w:tc>
          <w:tcPr>
            <w:tcW w:w="1363" w:type="dxa"/>
            <w:gridSpan w:val="2"/>
          </w:tcPr>
          <w:p w14:paraId="180034DF" w14:textId="593ED25B" w:rsidR="007704D0" w:rsidRDefault="007704D0">
            <w:pPr>
              <w:widowControl/>
              <w:autoSpaceDE/>
              <w:autoSpaceDN/>
              <w:adjustRightInd/>
            </w:pPr>
            <w:r w:rsidRPr="00E30B2E">
              <w:rPr>
                <w:rFonts w:ascii="Segoe UI Symbol" w:hAnsi="Segoe UI Symbol" w:cs="Segoe UI Symbol"/>
              </w:rPr>
              <w:t>☐</w:t>
            </w:r>
            <w:r w:rsidRPr="00E30B2E">
              <w:t xml:space="preserve"> </w:t>
            </w:r>
            <w:r w:rsidRPr="00F51552">
              <w:t>kg</w:t>
            </w:r>
            <w:r w:rsidRPr="002808DB">
              <w:t xml:space="preserve"> </w:t>
            </w:r>
          </w:p>
          <w:p w14:paraId="66B57890" w14:textId="5A18DD60" w:rsidR="007704D0" w:rsidRDefault="007704D0">
            <w:pPr>
              <w:widowControl/>
              <w:autoSpaceDE/>
              <w:autoSpaceDN/>
              <w:adjustRightInd/>
            </w:pPr>
            <w:r w:rsidRPr="00E30B2E">
              <w:rPr>
                <w:rFonts w:ascii="Segoe UI Symbol" w:hAnsi="Segoe UI Symbol" w:cs="Segoe UI Symbol"/>
              </w:rPr>
              <w:t>☐</w:t>
            </w:r>
            <w:r w:rsidRPr="00E30B2E">
              <w:t xml:space="preserve"> </w:t>
            </w:r>
            <w:r w:rsidRPr="002808DB">
              <w:t>m</w:t>
            </w:r>
            <w:r w:rsidRPr="002808DB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5ADF1B94" w14:textId="3A577E4A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50EF137F" w14:textId="77777777" w:rsidTr="001E7B94">
        <w:trPr>
          <w:trHeight w:val="579"/>
        </w:trPr>
        <w:tc>
          <w:tcPr>
            <w:tcW w:w="3691" w:type="dxa"/>
            <w:gridSpan w:val="2"/>
          </w:tcPr>
          <w:p w14:paraId="66BFBE78" w14:textId="11862FDC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płyty azbestowo-cementowe faliste </w:t>
            </w:r>
          </w:p>
        </w:tc>
        <w:tc>
          <w:tcPr>
            <w:tcW w:w="1363" w:type="dxa"/>
            <w:gridSpan w:val="2"/>
          </w:tcPr>
          <w:p w14:paraId="014E7D7D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64FAE9BE" w14:textId="3B30C501" w:rsidR="007704D0" w:rsidRPr="00F51552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7C25CB24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741F8A5A" w14:textId="77777777" w:rsidTr="00FA3881">
        <w:trPr>
          <w:trHeight w:val="579"/>
        </w:trPr>
        <w:tc>
          <w:tcPr>
            <w:tcW w:w="3691" w:type="dxa"/>
            <w:gridSpan w:val="2"/>
          </w:tcPr>
          <w:p w14:paraId="640B6BA3" w14:textId="276B6FA2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płyty warstwowe z zastosowaniem azbestu </w:t>
            </w:r>
          </w:p>
        </w:tc>
        <w:tc>
          <w:tcPr>
            <w:tcW w:w="1363" w:type="dxa"/>
            <w:gridSpan w:val="2"/>
          </w:tcPr>
          <w:p w14:paraId="1B5A98C2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252D3DE2" w14:textId="7DA31DF1" w:rsidR="007704D0" w:rsidRPr="00F51552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01494D1A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215F03D7" w14:textId="77777777" w:rsidTr="005F7106">
        <w:trPr>
          <w:trHeight w:val="579"/>
        </w:trPr>
        <w:tc>
          <w:tcPr>
            <w:tcW w:w="3691" w:type="dxa"/>
            <w:gridSpan w:val="2"/>
          </w:tcPr>
          <w:p w14:paraId="6DC5F027" w14:textId="3A9FAA09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płyty żeberkowe z zastosowaniem azbestu</w:t>
            </w:r>
          </w:p>
        </w:tc>
        <w:tc>
          <w:tcPr>
            <w:tcW w:w="1363" w:type="dxa"/>
            <w:gridSpan w:val="2"/>
          </w:tcPr>
          <w:p w14:paraId="529D741F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5D9AFD81" w14:textId="7D7CA425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6DC1080E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18F1D0DB" w14:textId="77777777" w:rsidTr="005E29D7">
        <w:trPr>
          <w:trHeight w:val="579"/>
        </w:trPr>
        <w:tc>
          <w:tcPr>
            <w:tcW w:w="3691" w:type="dxa"/>
            <w:gridSpan w:val="2"/>
          </w:tcPr>
          <w:p w14:paraId="29F41307" w14:textId="2106793A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instalacja, w której znajdują się wyroby zawierające azbest </w:t>
            </w:r>
          </w:p>
        </w:tc>
        <w:tc>
          <w:tcPr>
            <w:tcW w:w="1363" w:type="dxa"/>
            <w:gridSpan w:val="2"/>
          </w:tcPr>
          <w:p w14:paraId="63C27CA5" w14:textId="3AA1115E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</w:t>
            </w:r>
            <w:r>
              <w:t>m</w:t>
            </w:r>
          </w:p>
          <w:p w14:paraId="138AB0B0" w14:textId="35657AF5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</w:t>
            </w:r>
            <w:r>
              <w:t>kg</w:t>
            </w:r>
          </w:p>
        </w:tc>
        <w:tc>
          <w:tcPr>
            <w:tcW w:w="4870" w:type="dxa"/>
            <w:gridSpan w:val="4"/>
          </w:tcPr>
          <w:p w14:paraId="5236BCB2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3D81F3C5" w14:textId="77777777" w:rsidTr="00A2274A">
        <w:trPr>
          <w:trHeight w:val="579"/>
        </w:trPr>
        <w:tc>
          <w:tcPr>
            <w:tcW w:w="3691" w:type="dxa"/>
            <w:gridSpan w:val="2"/>
          </w:tcPr>
          <w:p w14:paraId="55C438B3" w14:textId="7FD22904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izolacje natryskowe środkami zawierającymi w swoim składzie azbest </w:t>
            </w:r>
          </w:p>
        </w:tc>
        <w:tc>
          <w:tcPr>
            <w:tcW w:w="1363" w:type="dxa"/>
            <w:gridSpan w:val="2"/>
          </w:tcPr>
          <w:p w14:paraId="112AD775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63C010A1" w14:textId="4FF4CAFF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3</w:t>
            </w:r>
          </w:p>
        </w:tc>
        <w:tc>
          <w:tcPr>
            <w:tcW w:w="4870" w:type="dxa"/>
            <w:gridSpan w:val="4"/>
          </w:tcPr>
          <w:p w14:paraId="04013604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48A4F1E7" w14:textId="77777777" w:rsidTr="00C525D8">
        <w:trPr>
          <w:trHeight w:val="579"/>
        </w:trPr>
        <w:tc>
          <w:tcPr>
            <w:tcW w:w="3691" w:type="dxa"/>
            <w:gridSpan w:val="2"/>
          </w:tcPr>
          <w:p w14:paraId="3B9684F6" w14:textId="1BFCA0EC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wyroby cierne azbestowo-kauczukowe </w:t>
            </w:r>
          </w:p>
        </w:tc>
        <w:tc>
          <w:tcPr>
            <w:tcW w:w="1363" w:type="dxa"/>
            <w:gridSpan w:val="2"/>
          </w:tcPr>
          <w:p w14:paraId="1877A79D" w14:textId="45B62EAA" w:rsidR="007704D0" w:rsidRPr="002808DB" w:rsidRDefault="007704D0">
            <w:pPr>
              <w:widowControl/>
              <w:autoSpaceDE/>
              <w:autoSpaceDN/>
              <w:adjustRightInd/>
            </w:pPr>
            <w:r w:rsidRPr="002808DB">
              <w:t>kg</w:t>
            </w:r>
          </w:p>
        </w:tc>
        <w:tc>
          <w:tcPr>
            <w:tcW w:w="4870" w:type="dxa"/>
            <w:gridSpan w:val="4"/>
          </w:tcPr>
          <w:p w14:paraId="7D873FBB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1E1832EA" w14:textId="77777777" w:rsidTr="007D7F7E">
        <w:trPr>
          <w:trHeight w:val="579"/>
        </w:trPr>
        <w:tc>
          <w:tcPr>
            <w:tcW w:w="3691" w:type="dxa"/>
            <w:gridSpan w:val="2"/>
          </w:tcPr>
          <w:p w14:paraId="1E0CC026" w14:textId="16FB6BCC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przędza specjalna, w tym włókna azbestowe obrobione </w:t>
            </w:r>
          </w:p>
        </w:tc>
        <w:tc>
          <w:tcPr>
            <w:tcW w:w="1363" w:type="dxa"/>
            <w:gridSpan w:val="2"/>
          </w:tcPr>
          <w:p w14:paraId="6A343BC2" w14:textId="46632483" w:rsidR="007704D0" w:rsidRPr="002808DB" w:rsidRDefault="007704D0">
            <w:pPr>
              <w:widowControl/>
              <w:autoSpaceDE/>
              <w:autoSpaceDN/>
              <w:adjustRightInd/>
            </w:pPr>
            <w:r w:rsidRPr="002808DB">
              <w:t>kg</w:t>
            </w:r>
          </w:p>
        </w:tc>
        <w:tc>
          <w:tcPr>
            <w:tcW w:w="4870" w:type="dxa"/>
            <w:gridSpan w:val="4"/>
          </w:tcPr>
          <w:p w14:paraId="2B88119B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5710C755" w14:textId="77777777" w:rsidTr="00FE06D0">
        <w:trPr>
          <w:trHeight w:val="579"/>
        </w:trPr>
        <w:tc>
          <w:tcPr>
            <w:tcW w:w="3691" w:type="dxa"/>
            <w:gridSpan w:val="2"/>
          </w:tcPr>
          <w:p w14:paraId="61531537" w14:textId="4A3B5488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szczeliwa azbestowe </w:t>
            </w:r>
          </w:p>
        </w:tc>
        <w:tc>
          <w:tcPr>
            <w:tcW w:w="1363" w:type="dxa"/>
            <w:gridSpan w:val="2"/>
          </w:tcPr>
          <w:p w14:paraId="4B61C482" w14:textId="6126BBDF" w:rsidR="007704D0" w:rsidRPr="002808DB" w:rsidRDefault="007704D0">
            <w:pPr>
              <w:widowControl/>
              <w:autoSpaceDE/>
              <w:autoSpaceDN/>
              <w:adjustRightInd/>
            </w:pPr>
            <w:r w:rsidRPr="002808DB">
              <w:t>kg</w:t>
            </w:r>
          </w:p>
        </w:tc>
        <w:tc>
          <w:tcPr>
            <w:tcW w:w="4870" w:type="dxa"/>
            <w:gridSpan w:val="4"/>
          </w:tcPr>
          <w:p w14:paraId="5C983AB3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746D5B4A" w14:textId="77777777" w:rsidTr="001E1FEB">
        <w:trPr>
          <w:trHeight w:val="579"/>
        </w:trPr>
        <w:tc>
          <w:tcPr>
            <w:tcW w:w="3691" w:type="dxa"/>
            <w:gridSpan w:val="2"/>
          </w:tcPr>
          <w:p w14:paraId="0485838C" w14:textId="584C87D4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taśmy tkane i plecione, sznury i sznurki </w:t>
            </w:r>
          </w:p>
        </w:tc>
        <w:tc>
          <w:tcPr>
            <w:tcW w:w="1363" w:type="dxa"/>
            <w:gridSpan w:val="2"/>
          </w:tcPr>
          <w:p w14:paraId="11143574" w14:textId="0B03B27A" w:rsidR="007704D0" w:rsidRPr="002808DB" w:rsidRDefault="007704D0">
            <w:pPr>
              <w:widowControl/>
              <w:autoSpaceDE/>
              <w:autoSpaceDN/>
              <w:adjustRightInd/>
            </w:pPr>
            <w:r w:rsidRPr="002808DB">
              <w:t>kg</w:t>
            </w:r>
          </w:p>
        </w:tc>
        <w:tc>
          <w:tcPr>
            <w:tcW w:w="4870" w:type="dxa"/>
            <w:gridSpan w:val="4"/>
          </w:tcPr>
          <w:p w14:paraId="4CC9CA94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4FDAE2D9" w14:textId="77777777" w:rsidTr="002A7B13">
        <w:trPr>
          <w:trHeight w:val="579"/>
        </w:trPr>
        <w:tc>
          <w:tcPr>
            <w:tcW w:w="3691" w:type="dxa"/>
            <w:gridSpan w:val="2"/>
          </w:tcPr>
          <w:p w14:paraId="218EF2A7" w14:textId="2214ECCF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lastRenderedPageBreak/>
              <w:t>☐</w:t>
            </w:r>
            <w:r w:rsidRPr="002808DB">
              <w:t xml:space="preserve"> wyroby azbestowo-kauczukowe, z wyjątkiem wyrobów ciernych </w:t>
            </w:r>
          </w:p>
        </w:tc>
        <w:tc>
          <w:tcPr>
            <w:tcW w:w="1363" w:type="dxa"/>
            <w:gridSpan w:val="2"/>
          </w:tcPr>
          <w:p w14:paraId="03FFA220" w14:textId="17CD7534" w:rsidR="007704D0" w:rsidRPr="002808DB" w:rsidRDefault="007704D0">
            <w:pPr>
              <w:widowControl/>
              <w:autoSpaceDE/>
              <w:autoSpaceDN/>
              <w:adjustRightInd/>
            </w:pPr>
            <w:r w:rsidRPr="002808DB">
              <w:t>kg</w:t>
            </w:r>
          </w:p>
        </w:tc>
        <w:tc>
          <w:tcPr>
            <w:tcW w:w="4870" w:type="dxa"/>
            <w:gridSpan w:val="4"/>
          </w:tcPr>
          <w:p w14:paraId="44E993E0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668D2D7B" w14:textId="77777777" w:rsidTr="00DB5789">
        <w:trPr>
          <w:trHeight w:val="579"/>
        </w:trPr>
        <w:tc>
          <w:tcPr>
            <w:tcW w:w="3691" w:type="dxa"/>
            <w:gridSpan w:val="2"/>
          </w:tcPr>
          <w:p w14:paraId="75C45B53" w14:textId="63C0C9C4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papier, tektura </w:t>
            </w:r>
          </w:p>
        </w:tc>
        <w:tc>
          <w:tcPr>
            <w:tcW w:w="1363" w:type="dxa"/>
            <w:gridSpan w:val="2"/>
          </w:tcPr>
          <w:p w14:paraId="2C4201E6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08F06C8D" w14:textId="7B4FAF37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1589E7C5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1C98FF67" w14:textId="77777777" w:rsidTr="007C4CAC">
        <w:trPr>
          <w:trHeight w:val="579"/>
        </w:trPr>
        <w:tc>
          <w:tcPr>
            <w:tcW w:w="3691" w:type="dxa"/>
            <w:gridSpan w:val="2"/>
          </w:tcPr>
          <w:p w14:paraId="2CA83E29" w14:textId="50362277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otuliny azbestowo-cementowe </w:t>
            </w:r>
          </w:p>
        </w:tc>
        <w:tc>
          <w:tcPr>
            <w:tcW w:w="1363" w:type="dxa"/>
            <w:gridSpan w:val="2"/>
          </w:tcPr>
          <w:p w14:paraId="0F6BB0B5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</w:p>
          <w:p w14:paraId="4D657D64" w14:textId="3166CA46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</w:t>
            </w:r>
          </w:p>
        </w:tc>
        <w:tc>
          <w:tcPr>
            <w:tcW w:w="4870" w:type="dxa"/>
            <w:gridSpan w:val="4"/>
          </w:tcPr>
          <w:p w14:paraId="0AD80734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24A078F5" w14:textId="77777777" w:rsidTr="004A1177">
        <w:trPr>
          <w:trHeight w:val="579"/>
        </w:trPr>
        <w:tc>
          <w:tcPr>
            <w:tcW w:w="3691" w:type="dxa"/>
            <w:gridSpan w:val="2"/>
          </w:tcPr>
          <w:p w14:paraId="647D588A" w14:textId="197DF848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kształtki azbestowo-cementowe budowlane </w:t>
            </w:r>
          </w:p>
        </w:tc>
        <w:tc>
          <w:tcPr>
            <w:tcW w:w="1363" w:type="dxa"/>
            <w:gridSpan w:val="2"/>
          </w:tcPr>
          <w:p w14:paraId="19684A00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37BA87EA" w14:textId="50EBABCE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48ACB4CA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704722A7" w14:textId="77777777" w:rsidTr="00886A81">
        <w:trPr>
          <w:trHeight w:val="579"/>
        </w:trPr>
        <w:tc>
          <w:tcPr>
            <w:tcW w:w="3691" w:type="dxa"/>
            <w:gridSpan w:val="2"/>
          </w:tcPr>
          <w:p w14:paraId="11577E98" w14:textId="7252AC5D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kształtki azbestowo-cementowe elektroizolacyjne </w:t>
            </w:r>
          </w:p>
        </w:tc>
        <w:tc>
          <w:tcPr>
            <w:tcW w:w="1363" w:type="dxa"/>
            <w:gridSpan w:val="2"/>
          </w:tcPr>
          <w:p w14:paraId="64A053B9" w14:textId="68AB5E33" w:rsidR="007704D0" w:rsidRPr="002808DB" w:rsidRDefault="007704D0">
            <w:pPr>
              <w:widowControl/>
              <w:autoSpaceDE/>
              <w:autoSpaceDN/>
              <w:adjustRightInd/>
            </w:pPr>
            <w:r w:rsidRPr="002808DB">
              <w:t>kg</w:t>
            </w:r>
          </w:p>
        </w:tc>
        <w:tc>
          <w:tcPr>
            <w:tcW w:w="4870" w:type="dxa"/>
            <w:gridSpan w:val="4"/>
          </w:tcPr>
          <w:p w14:paraId="5015D2DC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2FFE459E" w14:textId="77777777" w:rsidTr="009455B6">
        <w:trPr>
          <w:trHeight w:val="579"/>
        </w:trPr>
        <w:tc>
          <w:tcPr>
            <w:tcW w:w="3691" w:type="dxa"/>
            <w:gridSpan w:val="2"/>
          </w:tcPr>
          <w:p w14:paraId="334E446B" w14:textId="301DD1AA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płytki PCV </w:t>
            </w:r>
          </w:p>
        </w:tc>
        <w:tc>
          <w:tcPr>
            <w:tcW w:w="1363" w:type="dxa"/>
            <w:gridSpan w:val="2"/>
          </w:tcPr>
          <w:p w14:paraId="538497E8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5CA38819" w14:textId="20C47766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58B19717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53F90ED0" w14:textId="77777777" w:rsidTr="006F27C2">
        <w:trPr>
          <w:trHeight w:val="579"/>
        </w:trPr>
        <w:tc>
          <w:tcPr>
            <w:tcW w:w="3691" w:type="dxa"/>
            <w:gridSpan w:val="2"/>
          </w:tcPr>
          <w:p w14:paraId="20ABD7BE" w14:textId="14015014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płyty ogniochronne </w:t>
            </w:r>
          </w:p>
        </w:tc>
        <w:tc>
          <w:tcPr>
            <w:tcW w:w="1363" w:type="dxa"/>
            <w:gridSpan w:val="2"/>
          </w:tcPr>
          <w:p w14:paraId="2E5105BB" w14:textId="77777777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kg </w:t>
            </w:r>
          </w:p>
          <w:p w14:paraId="7B805E59" w14:textId="75559C8A" w:rsidR="007704D0" w:rsidRPr="002808D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3CBA591A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211798D6" w14:textId="77777777" w:rsidTr="0044420E">
        <w:trPr>
          <w:trHeight w:val="579"/>
        </w:trPr>
        <w:tc>
          <w:tcPr>
            <w:tcW w:w="3691" w:type="dxa"/>
            <w:gridSpan w:val="2"/>
          </w:tcPr>
          <w:p w14:paraId="2D9C1849" w14:textId="1D3E9F0D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2808DB">
              <w:rPr>
                <w:rFonts w:ascii="Segoe UI Symbol" w:hAnsi="Segoe UI Symbol" w:cs="Segoe UI Symbol"/>
              </w:rPr>
              <w:t>☐</w:t>
            </w:r>
            <w:r w:rsidRPr="002808DB">
              <w:t xml:space="preserve"> papy, kity i masy </w:t>
            </w:r>
            <w:proofErr w:type="spellStart"/>
            <w:r w:rsidRPr="002808DB">
              <w:t>hydroizolacyjne</w:t>
            </w:r>
            <w:proofErr w:type="spellEnd"/>
            <w:r w:rsidRPr="002808DB">
              <w:t xml:space="preserve"> </w:t>
            </w:r>
          </w:p>
        </w:tc>
        <w:tc>
          <w:tcPr>
            <w:tcW w:w="1363" w:type="dxa"/>
            <w:gridSpan w:val="2"/>
          </w:tcPr>
          <w:p w14:paraId="585C7120" w14:textId="06687BDC" w:rsidR="007704D0" w:rsidRPr="002808DB" w:rsidRDefault="007704D0">
            <w:pPr>
              <w:widowControl/>
              <w:autoSpaceDE/>
              <w:autoSpaceDN/>
              <w:adjustRightInd/>
            </w:pPr>
            <w:r w:rsidRPr="002808DB">
              <w:t>kg</w:t>
            </w:r>
          </w:p>
        </w:tc>
        <w:tc>
          <w:tcPr>
            <w:tcW w:w="4870" w:type="dxa"/>
            <w:gridSpan w:val="4"/>
          </w:tcPr>
          <w:p w14:paraId="7E15B041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6AF45D69" w14:textId="77777777" w:rsidTr="0064006B">
        <w:trPr>
          <w:trHeight w:val="579"/>
        </w:trPr>
        <w:tc>
          <w:tcPr>
            <w:tcW w:w="3691" w:type="dxa"/>
            <w:gridSpan w:val="2"/>
          </w:tcPr>
          <w:p w14:paraId="34F4B4B5" w14:textId="56E99A20" w:rsidR="007704D0" w:rsidRPr="002808D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CA45BB">
              <w:rPr>
                <w:rFonts w:ascii="Segoe UI Symbol" w:hAnsi="Segoe UI Symbol" w:cs="Segoe UI Symbol"/>
              </w:rPr>
              <w:t>☐</w:t>
            </w:r>
            <w:r w:rsidRPr="00CA45BB">
              <w:t xml:space="preserve"> sprzęt</w:t>
            </w:r>
            <w:r>
              <w:t xml:space="preserve"> </w:t>
            </w:r>
            <w:r w:rsidRPr="00CA45BB">
              <w:t>gospodarstwa</w:t>
            </w:r>
            <w:r>
              <w:t xml:space="preserve"> </w:t>
            </w:r>
            <w:r w:rsidRPr="00CA45BB">
              <w:t>domowego</w:t>
            </w:r>
            <w:r>
              <w:t xml:space="preserve"> </w:t>
            </w:r>
          </w:p>
        </w:tc>
        <w:tc>
          <w:tcPr>
            <w:tcW w:w="1363" w:type="dxa"/>
            <w:gridSpan w:val="2"/>
          </w:tcPr>
          <w:p w14:paraId="2AC54518" w14:textId="5ACA9896" w:rsidR="007704D0" w:rsidRPr="002808DB" w:rsidRDefault="007704D0">
            <w:pPr>
              <w:widowControl/>
              <w:autoSpaceDE/>
              <w:autoSpaceDN/>
              <w:adjustRightInd/>
            </w:pPr>
            <w:r w:rsidRPr="00CA45BB">
              <w:t>kg</w:t>
            </w:r>
          </w:p>
        </w:tc>
        <w:tc>
          <w:tcPr>
            <w:tcW w:w="4870" w:type="dxa"/>
            <w:gridSpan w:val="4"/>
          </w:tcPr>
          <w:p w14:paraId="115AFEF9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538A5777" w14:textId="77777777" w:rsidTr="00AF6F51">
        <w:trPr>
          <w:trHeight w:val="579"/>
        </w:trPr>
        <w:tc>
          <w:tcPr>
            <w:tcW w:w="3691" w:type="dxa"/>
            <w:gridSpan w:val="2"/>
          </w:tcPr>
          <w:p w14:paraId="1A085DB8" w14:textId="20E3FF8A" w:rsidR="007704D0" w:rsidRPr="00CA45B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CA45BB">
              <w:rPr>
                <w:rFonts w:ascii="Segoe UI Symbol" w:hAnsi="Segoe UI Symbol" w:cs="Segoe UI Symbol"/>
              </w:rPr>
              <w:t>☐</w:t>
            </w:r>
            <w:r w:rsidRPr="00CA45BB">
              <w:t xml:space="preserve"> </w:t>
            </w:r>
            <w:r w:rsidR="00107F7A">
              <w:t>odzież</w:t>
            </w:r>
            <w:r w:rsidRPr="00CA45BB">
              <w:t xml:space="preserve"> robocz</w:t>
            </w:r>
            <w:r w:rsidR="00107F7A">
              <w:t>a i ochronna</w:t>
            </w:r>
            <w:r w:rsidRPr="00CA45BB">
              <w:t>, maski, filtry zanieczyszczone azbestem</w:t>
            </w:r>
          </w:p>
        </w:tc>
        <w:tc>
          <w:tcPr>
            <w:tcW w:w="1363" w:type="dxa"/>
            <w:gridSpan w:val="2"/>
          </w:tcPr>
          <w:p w14:paraId="4E000F05" w14:textId="661CA869" w:rsidR="007704D0" w:rsidRPr="00CA45BB" w:rsidRDefault="007704D0">
            <w:pPr>
              <w:widowControl/>
              <w:autoSpaceDE/>
              <w:autoSpaceDN/>
              <w:adjustRightInd/>
            </w:pPr>
            <w:r>
              <w:t>kg</w:t>
            </w:r>
          </w:p>
        </w:tc>
        <w:tc>
          <w:tcPr>
            <w:tcW w:w="4870" w:type="dxa"/>
            <w:gridSpan w:val="4"/>
          </w:tcPr>
          <w:p w14:paraId="6E4476B1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1A2712FD" w14:textId="77777777" w:rsidTr="007A6B42">
        <w:trPr>
          <w:trHeight w:val="579"/>
        </w:trPr>
        <w:tc>
          <w:tcPr>
            <w:tcW w:w="3691" w:type="dxa"/>
            <w:gridSpan w:val="2"/>
          </w:tcPr>
          <w:p w14:paraId="43DB7B60" w14:textId="6478C79D" w:rsidR="007704D0" w:rsidRPr="00CA45B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CA45BB">
              <w:rPr>
                <w:rFonts w:ascii="Segoe UI Symbol" w:hAnsi="Segoe UI Symbol" w:cs="Segoe UI Symbol"/>
              </w:rPr>
              <w:t>☐</w:t>
            </w:r>
            <w:r w:rsidRPr="00CA45BB">
              <w:t xml:space="preserve"> inne,</w:t>
            </w:r>
            <w:r>
              <w:t xml:space="preserve"> </w:t>
            </w:r>
            <w:r w:rsidRPr="00CA45BB">
              <w:t>osobno</w:t>
            </w:r>
            <w:r>
              <w:t xml:space="preserve"> </w:t>
            </w:r>
            <w:r w:rsidRPr="00CA45BB">
              <w:t>niewymienione</w:t>
            </w:r>
          </w:p>
        </w:tc>
        <w:tc>
          <w:tcPr>
            <w:tcW w:w="1363" w:type="dxa"/>
            <w:gridSpan w:val="2"/>
          </w:tcPr>
          <w:p w14:paraId="5618DBC1" w14:textId="655BB6EC" w:rsidR="007704D0" w:rsidRPr="00CA45BB" w:rsidRDefault="007704D0">
            <w:pPr>
              <w:widowControl/>
              <w:autoSpaceDE/>
              <w:autoSpaceDN/>
              <w:adjustRightInd/>
            </w:pPr>
            <w:r>
              <w:t>kg</w:t>
            </w:r>
          </w:p>
        </w:tc>
        <w:tc>
          <w:tcPr>
            <w:tcW w:w="4870" w:type="dxa"/>
            <w:gridSpan w:val="4"/>
          </w:tcPr>
          <w:p w14:paraId="055E9FDA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7704D0" w14:paraId="2899C25F" w14:textId="77777777" w:rsidTr="00035913">
        <w:trPr>
          <w:trHeight w:val="579"/>
        </w:trPr>
        <w:tc>
          <w:tcPr>
            <w:tcW w:w="3691" w:type="dxa"/>
            <w:gridSpan w:val="2"/>
          </w:tcPr>
          <w:p w14:paraId="70ED3793" w14:textId="7989C87C" w:rsidR="007704D0" w:rsidRPr="00CA45BB" w:rsidRDefault="007704D0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 w:rsidRPr="00CA45BB">
              <w:rPr>
                <w:rFonts w:ascii="Segoe UI Symbol" w:hAnsi="Segoe UI Symbol" w:cs="Segoe UI Symbol"/>
              </w:rPr>
              <w:t>☐</w:t>
            </w:r>
            <w:r w:rsidRPr="00CA45BB">
              <w:t xml:space="preserve"> drogi utwardzone odpadami zawierającymi azbest </w:t>
            </w:r>
          </w:p>
        </w:tc>
        <w:tc>
          <w:tcPr>
            <w:tcW w:w="1363" w:type="dxa"/>
            <w:gridSpan w:val="2"/>
          </w:tcPr>
          <w:p w14:paraId="209AA18E" w14:textId="3604462A" w:rsidR="007704D0" w:rsidRPr="007704D0" w:rsidRDefault="007704D0" w:rsidP="007704D0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k</w:t>
            </w:r>
            <w:r>
              <w:t>m</w:t>
            </w:r>
          </w:p>
          <w:p w14:paraId="5779F3C5" w14:textId="67347ECE" w:rsidR="007704D0" w:rsidRPr="00CA45BB" w:rsidRDefault="007704D0" w:rsidP="007704D0">
            <w:pPr>
              <w:widowControl/>
              <w:autoSpaceDE/>
              <w:autoSpaceDN/>
              <w:adjustRightInd/>
            </w:pPr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m</w:t>
            </w:r>
            <w:r w:rsidRPr="007704D0">
              <w:rPr>
                <w:rStyle w:val="IGindeksgrny"/>
              </w:rPr>
              <w:t>2</w:t>
            </w:r>
          </w:p>
        </w:tc>
        <w:tc>
          <w:tcPr>
            <w:tcW w:w="4870" w:type="dxa"/>
            <w:gridSpan w:val="4"/>
          </w:tcPr>
          <w:p w14:paraId="46BF0118" w14:textId="77777777" w:rsidR="007704D0" w:rsidRDefault="007704D0">
            <w:pPr>
              <w:widowControl/>
              <w:autoSpaceDE/>
              <w:autoSpaceDN/>
              <w:adjustRightInd/>
            </w:pPr>
          </w:p>
        </w:tc>
      </w:tr>
      <w:tr w:rsidR="00107F7A" w14:paraId="2571B804" w14:textId="77777777" w:rsidTr="009D7851">
        <w:trPr>
          <w:trHeight w:val="579"/>
        </w:trPr>
        <w:tc>
          <w:tcPr>
            <w:tcW w:w="9924" w:type="dxa"/>
            <w:gridSpan w:val="8"/>
          </w:tcPr>
          <w:p w14:paraId="4DEA0294" w14:textId="44F63411" w:rsidR="00107F7A" w:rsidRDefault="00147B3A">
            <w:pPr>
              <w:widowControl/>
              <w:autoSpaceDE/>
              <w:autoSpaceDN/>
              <w:adjustRightInd/>
            </w:pPr>
            <w:r>
              <w:t>4.5</w:t>
            </w:r>
            <w:r w:rsidRPr="00147B3A">
              <w:t>. PLAN SYTUACYJNY POŁOŻENIA WYROBU ZAWIERAJĄCEGO AZBEST - załącznik B</w:t>
            </w:r>
            <w:r w:rsidRPr="00147B3A">
              <w:rPr>
                <w:rStyle w:val="IGindeksgrny"/>
              </w:rPr>
              <w:t>2)</w:t>
            </w:r>
          </w:p>
        </w:tc>
      </w:tr>
      <w:tr w:rsidR="00147B3A" w14:paraId="07D43A58" w14:textId="77777777" w:rsidTr="009D7851">
        <w:trPr>
          <w:trHeight w:val="579"/>
        </w:trPr>
        <w:tc>
          <w:tcPr>
            <w:tcW w:w="9924" w:type="dxa"/>
            <w:gridSpan w:val="8"/>
          </w:tcPr>
          <w:p w14:paraId="55608F84" w14:textId="77777777" w:rsidR="00147B3A" w:rsidRPr="00147B3A" w:rsidRDefault="00147B3A" w:rsidP="00147B3A">
            <w:r>
              <w:t>………………………………………………………………………………………………………..</w:t>
            </w:r>
          </w:p>
          <w:p w14:paraId="26CFAAB2" w14:textId="746E9D1B" w:rsidR="00147B3A" w:rsidRDefault="00147B3A" w:rsidP="00147B3A">
            <w:pPr>
              <w:widowControl/>
              <w:autoSpaceDE/>
              <w:autoSpaceDN/>
              <w:adjustRightInd/>
            </w:pPr>
            <w:r>
              <w:t xml:space="preserve">(np. </w:t>
            </w:r>
            <w:proofErr w:type="spellStart"/>
            <w:r>
              <w:t>wyrys</w:t>
            </w:r>
            <w:proofErr w:type="spellEnd"/>
            <w:r>
              <w:t xml:space="preserve"> z dokumentacji technicznej, szkic odręczny, wydruk z elektronicznego systemu mapowego z zaznaczonym wyraźnie obiektem, urządzeniem lub instalacją)</w:t>
            </w:r>
          </w:p>
        </w:tc>
      </w:tr>
      <w:tr w:rsidR="00147B3A" w14:paraId="34F337CC" w14:textId="77777777" w:rsidTr="009D7851">
        <w:trPr>
          <w:trHeight w:val="579"/>
        </w:trPr>
        <w:tc>
          <w:tcPr>
            <w:tcW w:w="9924" w:type="dxa"/>
            <w:gridSpan w:val="8"/>
          </w:tcPr>
          <w:p w14:paraId="684B89D2" w14:textId="6B9F4E1A" w:rsidR="00147B3A" w:rsidRDefault="00147B3A">
            <w:pPr>
              <w:widowControl/>
              <w:autoSpaceDE/>
              <w:autoSpaceDN/>
              <w:adjustRightInd/>
            </w:pPr>
            <w:r>
              <w:t>4.6</w:t>
            </w:r>
            <w:r w:rsidRPr="00147B3A">
              <w:t>. PLANOWANY ROK USUNIĘCIA LUB ZABEZPIECZENIA WYROBU ZAWIERAJĄCEGO AZBEST</w:t>
            </w:r>
          </w:p>
        </w:tc>
      </w:tr>
      <w:tr w:rsidR="00F27C5A" w14:paraId="7B3D81B8" w14:textId="77777777" w:rsidTr="009D7851">
        <w:trPr>
          <w:trHeight w:val="579"/>
        </w:trPr>
        <w:tc>
          <w:tcPr>
            <w:tcW w:w="9924" w:type="dxa"/>
            <w:gridSpan w:val="8"/>
          </w:tcPr>
          <w:p w14:paraId="00814B97" w14:textId="398B2C27" w:rsidR="00F27C5A" w:rsidRDefault="00F27C5A">
            <w:pPr>
              <w:widowControl/>
              <w:autoSpaceDE/>
              <w:autoSpaceDN/>
              <w:adjustRightInd/>
            </w:pPr>
            <w:r w:rsidRPr="00F04A10">
              <w:t>………………. rok</w:t>
            </w:r>
          </w:p>
        </w:tc>
      </w:tr>
      <w:tr w:rsidR="00F27C5A" w14:paraId="0611019C" w14:textId="77777777" w:rsidTr="009D7851">
        <w:trPr>
          <w:trHeight w:val="579"/>
        </w:trPr>
        <w:tc>
          <w:tcPr>
            <w:tcW w:w="9924" w:type="dxa"/>
            <w:gridSpan w:val="8"/>
          </w:tcPr>
          <w:p w14:paraId="2517331F" w14:textId="3414DE99" w:rsidR="00F27C5A" w:rsidRDefault="00147B3A">
            <w:pPr>
              <w:widowControl/>
              <w:autoSpaceDE/>
              <w:autoSpaceDN/>
              <w:adjustRightInd/>
            </w:pPr>
            <w:r>
              <w:t>5.1</w:t>
            </w:r>
            <w:r w:rsidRPr="00147B3A">
              <w:t>. DATA USUNIĘCIA LUB ZABEZPIECZENIA WYROBU ZAWIERAJĄCEGO AZBE</w:t>
            </w:r>
            <w:r w:rsidR="001C783D">
              <w:t>ST</w:t>
            </w:r>
          </w:p>
        </w:tc>
      </w:tr>
      <w:tr w:rsidR="00F27C5A" w14:paraId="3AD1DDF1" w14:textId="77777777" w:rsidTr="009D7851">
        <w:trPr>
          <w:trHeight w:val="579"/>
        </w:trPr>
        <w:tc>
          <w:tcPr>
            <w:tcW w:w="9924" w:type="dxa"/>
            <w:gridSpan w:val="8"/>
          </w:tcPr>
          <w:p w14:paraId="6198B7D9" w14:textId="6649065F" w:rsidR="00F27C5A" w:rsidRDefault="00147B3A">
            <w:pPr>
              <w:widowControl/>
              <w:autoSpaceDE/>
              <w:autoSpaceDN/>
              <w:adjustRightInd/>
            </w:pPr>
            <w:r w:rsidRPr="00F04A10">
              <w:t>(dzień-miesiąc- rok) …………………</w:t>
            </w:r>
          </w:p>
        </w:tc>
      </w:tr>
      <w:tr w:rsidR="00F27C5A" w14:paraId="3D833424" w14:textId="77777777" w:rsidTr="009D7851">
        <w:trPr>
          <w:trHeight w:val="579"/>
        </w:trPr>
        <w:tc>
          <w:tcPr>
            <w:tcW w:w="9924" w:type="dxa"/>
            <w:gridSpan w:val="8"/>
          </w:tcPr>
          <w:p w14:paraId="278F3F7C" w14:textId="703DFBFC" w:rsidR="00F27C5A" w:rsidRDefault="00147B3A">
            <w:pPr>
              <w:widowControl/>
              <w:autoSpaceDE/>
              <w:autoSpaceDN/>
              <w:adjustRightInd/>
            </w:pPr>
            <w:r>
              <w:t>5.2</w:t>
            </w:r>
            <w:r w:rsidR="00F27C5A" w:rsidRPr="00F27C5A">
              <w:t>. MASA LUB ILOŚĆ USUNIĘTEGO LUB ZABEZPIECZONEGO WYROBU ZAWIERAJĄCEGO AZBEST</w:t>
            </w:r>
          </w:p>
        </w:tc>
      </w:tr>
      <w:tr w:rsidR="00B2416E" w14:paraId="23BBA65D" w14:textId="77777777" w:rsidTr="005835C8">
        <w:trPr>
          <w:trHeight w:val="377"/>
        </w:trPr>
        <w:tc>
          <w:tcPr>
            <w:tcW w:w="3691" w:type="dxa"/>
            <w:gridSpan w:val="2"/>
            <w:vMerge w:val="restart"/>
          </w:tcPr>
          <w:p w14:paraId="53A3B7D0" w14:textId="00A8DDCD" w:rsidR="00B2416E" w:rsidRPr="00B2416E" w:rsidRDefault="00B2416E" w:rsidP="00B2416E">
            <w:r w:rsidRPr="00F51552">
              <w:t>RODZAJ WYROBU ZAWIERAJĄCEGO AZBEST</w:t>
            </w:r>
            <w:r w:rsidR="00107F7A">
              <w:t>:</w:t>
            </w:r>
          </w:p>
        </w:tc>
        <w:tc>
          <w:tcPr>
            <w:tcW w:w="1363" w:type="dxa"/>
            <w:gridSpan w:val="2"/>
            <w:vMerge w:val="restart"/>
          </w:tcPr>
          <w:p w14:paraId="4ACF911C" w14:textId="6797C5B0" w:rsidR="00B2416E" w:rsidRPr="00B2416E" w:rsidRDefault="00B2416E" w:rsidP="00B2416E">
            <w:r>
              <w:t>Jednostka</w:t>
            </w:r>
            <w:r w:rsidRPr="00B2416E">
              <w:t>:</w:t>
            </w:r>
          </w:p>
        </w:tc>
        <w:tc>
          <w:tcPr>
            <w:tcW w:w="4870" w:type="dxa"/>
            <w:gridSpan w:val="4"/>
          </w:tcPr>
          <w:p w14:paraId="17FEC441" w14:textId="77777777" w:rsidR="00B2416E" w:rsidRPr="00B2416E" w:rsidRDefault="00B2416E" w:rsidP="00B2416E">
            <w:r>
              <w:t>M</w:t>
            </w:r>
            <w:r w:rsidRPr="00B2416E">
              <w:t>asa lub ilość wyrobu:</w:t>
            </w:r>
          </w:p>
        </w:tc>
      </w:tr>
      <w:tr w:rsidR="00B2416E" w14:paraId="7749F4A3" w14:textId="77777777" w:rsidTr="005835C8">
        <w:trPr>
          <w:trHeight w:val="410"/>
        </w:trPr>
        <w:tc>
          <w:tcPr>
            <w:tcW w:w="3691" w:type="dxa"/>
            <w:gridSpan w:val="2"/>
            <w:vMerge/>
          </w:tcPr>
          <w:p w14:paraId="70EA12D3" w14:textId="77777777" w:rsidR="00B2416E" w:rsidRPr="00F04A10" w:rsidRDefault="00B2416E" w:rsidP="00B2416E"/>
        </w:tc>
        <w:tc>
          <w:tcPr>
            <w:tcW w:w="1363" w:type="dxa"/>
            <w:gridSpan w:val="2"/>
            <w:vMerge/>
          </w:tcPr>
          <w:p w14:paraId="5EE12F12" w14:textId="77777777" w:rsidR="00B2416E" w:rsidRDefault="00B2416E" w:rsidP="00B2416E"/>
        </w:tc>
        <w:tc>
          <w:tcPr>
            <w:tcW w:w="2457" w:type="dxa"/>
            <w:gridSpan w:val="2"/>
          </w:tcPr>
          <w:p w14:paraId="7FD7C0A5" w14:textId="756FC3EC" w:rsidR="00B2416E" w:rsidRPr="00B2416E" w:rsidRDefault="007704D0" w:rsidP="00B2416E">
            <w:r w:rsidRPr="007704D0">
              <w:rPr>
                <w:rFonts w:ascii="Segoe UI Symbol" w:hAnsi="Segoe UI Symbol" w:cs="Segoe UI Symbol"/>
              </w:rPr>
              <w:t>☐</w:t>
            </w:r>
            <w:r w:rsidRPr="007704D0">
              <w:t xml:space="preserve"> usuniętego </w:t>
            </w:r>
          </w:p>
        </w:tc>
        <w:tc>
          <w:tcPr>
            <w:tcW w:w="2413" w:type="dxa"/>
            <w:gridSpan w:val="2"/>
          </w:tcPr>
          <w:p w14:paraId="1306647E" w14:textId="5BBC2892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zabezpieczonego</w:t>
            </w:r>
          </w:p>
        </w:tc>
      </w:tr>
      <w:tr w:rsidR="00B2416E" w14:paraId="4F2AA954" w14:textId="77777777" w:rsidTr="005835C8">
        <w:trPr>
          <w:trHeight w:val="579"/>
        </w:trPr>
        <w:tc>
          <w:tcPr>
            <w:tcW w:w="3691" w:type="dxa"/>
            <w:gridSpan w:val="2"/>
          </w:tcPr>
          <w:p w14:paraId="6B3AFA43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płyty azbestowo-cementowe płaskie</w:t>
            </w:r>
          </w:p>
        </w:tc>
        <w:tc>
          <w:tcPr>
            <w:tcW w:w="1363" w:type="dxa"/>
            <w:gridSpan w:val="2"/>
          </w:tcPr>
          <w:p w14:paraId="7447BEBE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509FCFA7" w14:textId="7F6D6DC4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1DEE287D" w14:textId="77777777" w:rsidR="00B2416E" w:rsidRDefault="00B2416E" w:rsidP="00B2416E"/>
        </w:tc>
        <w:tc>
          <w:tcPr>
            <w:tcW w:w="2413" w:type="dxa"/>
            <w:gridSpan w:val="2"/>
          </w:tcPr>
          <w:p w14:paraId="54940FB0" w14:textId="77777777" w:rsidR="00B2416E" w:rsidRDefault="00B2416E" w:rsidP="007704D0"/>
        </w:tc>
      </w:tr>
      <w:tr w:rsidR="00B2416E" w14:paraId="72A7C747" w14:textId="77777777" w:rsidTr="005835C8">
        <w:trPr>
          <w:trHeight w:val="579"/>
        </w:trPr>
        <w:tc>
          <w:tcPr>
            <w:tcW w:w="3691" w:type="dxa"/>
            <w:gridSpan w:val="2"/>
          </w:tcPr>
          <w:p w14:paraId="32AEE5EA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lastRenderedPageBreak/>
              <w:t>☐</w:t>
            </w:r>
            <w:r w:rsidRPr="00B2416E">
              <w:t xml:space="preserve"> płyty azbestowo-cementowe faliste </w:t>
            </w:r>
          </w:p>
        </w:tc>
        <w:tc>
          <w:tcPr>
            <w:tcW w:w="1363" w:type="dxa"/>
            <w:gridSpan w:val="2"/>
          </w:tcPr>
          <w:p w14:paraId="69F0A2B4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7AB71925" w14:textId="4F9EBC24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5D4CAA28" w14:textId="77777777" w:rsidR="00B2416E" w:rsidRDefault="00B2416E" w:rsidP="00B2416E"/>
        </w:tc>
        <w:tc>
          <w:tcPr>
            <w:tcW w:w="2413" w:type="dxa"/>
            <w:gridSpan w:val="2"/>
          </w:tcPr>
          <w:p w14:paraId="6128BB56" w14:textId="77777777" w:rsidR="00B2416E" w:rsidRDefault="00B2416E" w:rsidP="00B2416E"/>
        </w:tc>
      </w:tr>
      <w:tr w:rsidR="00B2416E" w14:paraId="1C88DFB0" w14:textId="77777777" w:rsidTr="005835C8">
        <w:trPr>
          <w:trHeight w:val="579"/>
        </w:trPr>
        <w:tc>
          <w:tcPr>
            <w:tcW w:w="3691" w:type="dxa"/>
            <w:gridSpan w:val="2"/>
          </w:tcPr>
          <w:p w14:paraId="2994E45B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płyty warstwowe z zastosowaniem azbestu </w:t>
            </w:r>
          </w:p>
        </w:tc>
        <w:tc>
          <w:tcPr>
            <w:tcW w:w="1363" w:type="dxa"/>
            <w:gridSpan w:val="2"/>
          </w:tcPr>
          <w:p w14:paraId="1E106F71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500950BF" w14:textId="77900E1A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106B997D" w14:textId="77777777" w:rsidR="00B2416E" w:rsidRDefault="00B2416E" w:rsidP="00B2416E"/>
        </w:tc>
        <w:tc>
          <w:tcPr>
            <w:tcW w:w="2413" w:type="dxa"/>
            <w:gridSpan w:val="2"/>
          </w:tcPr>
          <w:p w14:paraId="0AEC0BAF" w14:textId="77777777" w:rsidR="00B2416E" w:rsidRDefault="00B2416E" w:rsidP="00B2416E"/>
        </w:tc>
      </w:tr>
      <w:tr w:rsidR="00B2416E" w14:paraId="6964E97A" w14:textId="77777777" w:rsidTr="005835C8">
        <w:trPr>
          <w:trHeight w:val="579"/>
        </w:trPr>
        <w:tc>
          <w:tcPr>
            <w:tcW w:w="3691" w:type="dxa"/>
            <w:gridSpan w:val="2"/>
          </w:tcPr>
          <w:p w14:paraId="49FA35BC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płyty żeberkowe z zastosowaniem azbestu</w:t>
            </w:r>
          </w:p>
        </w:tc>
        <w:tc>
          <w:tcPr>
            <w:tcW w:w="1363" w:type="dxa"/>
            <w:gridSpan w:val="2"/>
          </w:tcPr>
          <w:p w14:paraId="1B11AB29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1EEC3C20" w14:textId="0FE00190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67CB4E65" w14:textId="77777777" w:rsidR="00B2416E" w:rsidRDefault="00B2416E" w:rsidP="00B2416E"/>
        </w:tc>
        <w:tc>
          <w:tcPr>
            <w:tcW w:w="2413" w:type="dxa"/>
            <w:gridSpan w:val="2"/>
          </w:tcPr>
          <w:p w14:paraId="7D8B706C" w14:textId="77777777" w:rsidR="00B2416E" w:rsidRDefault="00B2416E" w:rsidP="00B2416E"/>
        </w:tc>
      </w:tr>
      <w:tr w:rsidR="00B2416E" w14:paraId="3E1CEC86" w14:textId="77777777" w:rsidTr="005835C8">
        <w:trPr>
          <w:trHeight w:val="579"/>
        </w:trPr>
        <w:tc>
          <w:tcPr>
            <w:tcW w:w="3691" w:type="dxa"/>
            <w:gridSpan w:val="2"/>
          </w:tcPr>
          <w:p w14:paraId="5F5DCC1A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instalacja, w której znajdują się wyroby zawierające azbest </w:t>
            </w:r>
          </w:p>
        </w:tc>
        <w:tc>
          <w:tcPr>
            <w:tcW w:w="1363" w:type="dxa"/>
            <w:gridSpan w:val="2"/>
          </w:tcPr>
          <w:p w14:paraId="7B1884E9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</w:p>
          <w:p w14:paraId="2C6BF908" w14:textId="76AFDB66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</w:t>
            </w:r>
          </w:p>
        </w:tc>
        <w:tc>
          <w:tcPr>
            <w:tcW w:w="2457" w:type="dxa"/>
            <w:gridSpan w:val="2"/>
          </w:tcPr>
          <w:p w14:paraId="453D7DD9" w14:textId="77777777" w:rsidR="00B2416E" w:rsidRDefault="00B2416E" w:rsidP="00B2416E"/>
        </w:tc>
        <w:tc>
          <w:tcPr>
            <w:tcW w:w="2413" w:type="dxa"/>
            <w:gridSpan w:val="2"/>
          </w:tcPr>
          <w:p w14:paraId="6311D4C8" w14:textId="77777777" w:rsidR="00B2416E" w:rsidRDefault="00B2416E" w:rsidP="00B2416E"/>
        </w:tc>
      </w:tr>
      <w:tr w:rsidR="00B2416E" w14:paraId="289D0CF7" w14:textId="77777777" w:rsidTr="005835C8">
        <w:trPr>
          <w:trHeight w:val="579"/>
        </w:trPr>
        <w:tc>
          <w:tcPr>
            <w:tcW w:w="3691" w:type="dxa"/>
            <w:gridSpan w:val="2"/>
          </w:tcPr>
          <w:p w14:paraId="76AAB1C9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izolacje natryskowe środkami zawierającymi w swoim składzie azbest </w:t>
            </w:r>
          </w:p>
        </w:tc>
        <w:tc>
          <w:tcPr>
            <w:tcW w:w="1363" w:type="dxa"/>
            <w:gridSpan w:val="2"/>
          </w:tcPr>
          <w:p w14:paraId="7DDFC1C5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0D735572" w14:textId="0C19AE9C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3</w:t>
            </w:r>
          </w:p>
        </w:tc>
        <w:tc>
          <w:tcPr>
            <w:tcW w:w="2457" w:type="dxa"/>
            <w:gridSpan w:val="2"/>
          </w:tcPr>
          <w:p w14:paraId="1CA1BFC5" w14:textId="77777777" w:rsidR="00B2416E" w:rsidRDefault="00B2416E" w:rsidP="00B2416E"/>
        </w:tc>
        <w:tc>
          <w:tcPr>
            <w:tcW w:w="2413" w:type="dxa"/>
            <w:gridSpan w:val="2"/>
          </w:tcPr>
          <w:p w14:paraId="0446BBBE" w14:textId="77777777" w:rsidR="00B2416E" w:rsidRDefault="00B2416E" w:rsidP="00B2416E"/>
        </w:tc>
      </w:tr>
      <w:tr w:rsidR="00B2416E" w14:paraId="2A81B6A8" w14:textId="77777777" w:rsidTr="005835C8">
        <w:trPr>
          <w:trHeight w:val="579"/>
        </w:trPr>
        <w:tc>
          <w:tcPr>
            <w:tcW w:w="3691" w:type="dxa"/>
            <w:gridSpan w:val="2"/>
          </w:tcPr>
          <w:p w14:paraId="2C072843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wyroby cierne azbestowo-kauczukowe </w:t>
            </w:r>
          </w:p>
        </w:tc>
        <w:tc>
          <w:tcPr>
            <w:tcW w:w="1363" w:type="dxa"/>
            <w:gridSpan w:val="2"/>
          </w:tcPr>
          <w:p w14:paraId="29A06596" w14:textId="77777777" w:rsidR="00B2416E" w:rsidRPr="00B2416E" w:rsidRDefault="00B2416E" w:rsidP="00B2416E">
            <w:r w:rsidRPr="002808DB">
              <w:t>kg</w:t>
            </w:r>
          </w:p>
        </w:tc>
        <w:tc>
          <w:tcPr>
            <w:tcW w:w="2457" w:type="dxa"/>
            <w:gridSpan w:val="2"/>
          </w:tcPr>
          <w:p w14:paraId="0965FDC4" w14:textId="77777777" w:rsidR="00B2416E" w:rsidRDefault="00B2416E" w:rsidP="00B2416E"/>
        </w:tc>
        <w:tc>
          <w:tcPr>
            <w:tcW w:w="2413" w:type="dxa"/>
            <w:gridSpan w:val="2"/>
          </w:tcPr>
          <w:p w14:paraId="28C50C9D" w14:textId="77777777" w:rsidR="00B2416E" w:rsidRDefault="00B2416E" w:rsidP="00B2416E"/>
        </w:tc>
      </w:tr>
      <w:tr w:rsidR="00B2416E" w14:paraId="45449F25" w14:textId="77777777" w:rsidTr="005835C8">
        <w:trPr>
          <w:trHeight w:val="579"/>
        </w:trPr>
        <w:tc>
          <w:tcPr>
            <w:tcW w:w="3691" w:type="dxa"/>
            <w:gridSpan w:val="2"/>
          </w:tcPr>
          <w:p w14:paraId="4D4919C8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przędza specjalna, w tym włókna azbestowe obrobione </w:t>
            </w:r>
          </w:p>
        </w:tc>
        <w:tc>
          <w:tcPr>
            <w:tcW w:w="1363" w:type="dxa"/>
            <w:gridSpan w:val="2"/>
          </w:tcPr>
          <w:p w14:paraId="086EE3D4" w14:textId="77777777" w:rsidR="00B2416E" w:rsidRPr="00B2416E" w:rsidRDefault="00B2416E" w:rsidP="00B2416E">
            <w:r w:rsidRPr="002808DB">
              <w:t>kg</w:t>
            </w:r>
          </w:p>
        </w:tc>
        <w:tc>
          <w:tcPr>
            <w:tcW w:w="2457" w:type="dxa"/>
            <w:gridSpan w:val="2"/>
          </w:tcPr>
          <w:p w14:paraId="2126EB26" w14:textId="77777777" w:rsidR="00B2416E" w:rsidRDefault="00B2416E" w:rsidP="00B2416E"/>
        </w:tc>
        <w:tc>
          <w:tcPr>
            <w:tcW w:w="2413" w:type="dxa"/>
            <w:gridSpan w:val="2"/>
          </w:tcPr>
          <w:p w14:paraId="6D17CDF2" w14:textId="77777777" w:rsidR="00B2416E" w:rsidRDefault="00B2416E" w:rsidP="00B2416E"/>
        </w:tc>
      </w:tr>
      <w:tr w:rsidR="00B2416E" w14:paraId="64AA3280" w14:textId="77777777" w:rsidTr="005835C8">
        <w:trPr>
          <w:trHeight w:val="579"/>
        </w:trPr>
        <w:tc>
          <w:tcPr>
            <w:tcW w:w="3691" w:type="dxa"/>
            <w:gridSpan w:val="2"/>
          </w:tcPr>
          <w:p w14:paraId="749A2D5F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szczeliwa azbestowe </w:t>
            </w:r>
          </w:p>
        </w:tc>
        <w:tc>
          <w:tcPr>
            <w:tcW w:w="1363" w:type="dxa"/>
            <w:gridSpan w:val="2"/>
          </w:tcPr>
          <w:p w14:paraId="59CB9B08" w14:textId="77777777" w:rsidR="00B2416E" w:rsidRPr="00B2416E" w:rsidRDefault="00B2416E" w:rsidP="00B2416E">
            <w:r w:rsidRPr="002808DB">
              <w:t>kg</w:t>
            </w:r>
          </w:p>
        </w:tc>
        <w:tc>
          <w:tcPr>
            <w:tcW w:w="2457" w:type="dxa"/>
            <w:gridSpan w:val="2"/>
          </w:tcPr>
          <w:p w14:paraId="7307761E" w14:textId="77777777" w:rsidR="00B2416E" w:rsidRDefault="00B2416E" w:rsidP="00B2416E"/>
        </w:tc>
        <w:tc>
          <w:tcPr>
            <w:tcW w:w="2413" w:type="dxa"/>
            <w:gridSpan w:val="2"/>
          </w:tcPr>
          <w:p w14:paraId="004B528A" w14:textId="77777777" w:rsidR="00B2416E" w:rsidRDefault="00B2416E" w:rsidP="00B2416E"/>
        </w:tc>
      </w:tr>
      <w:tr w:rsidR="00B2416E" w14:paraId="333780A4" w14:textId="77777777" w:rsidTr="005835C8">
        <w:trPr>
          <w:trHeight w:val="579"/>
        </w:trPr>
        <w:tc>
          <w:tcPr>
            <w:tcW w:w="3691" w:type="dxa"/>
            <w:gridSpan w:val="2"/>
          </w:tcPr>
          <w:p w14:paraId="70604572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taśmy tkane i plecione, sznury i sznurki </w:t>
            </w:r>
          </w:p>
        </w:tc>
        <w:tc>
          <w:tcPr>
            <w:tcW w:w="1363" w:type="dxa"/>
            <w:gridSpan w:val="2"/>
          </w:tcPr>
          <w:p w14:paraId="385512B0" w14:textId="77777777" w:rsidR="00B2416E" w:rsidRPr="00B2416E" w:rsidRDefault="00B2416E" w:rsidP="00B2416E">
            <w:r w:rsidRPr="002808DB">
              <w:t>kg</w:t>
            </w:r>
          </w:p>
        </w:tc>
        <w:tc>
          <w:tcPr>
            <w:tcW w:w="2457" w:type="dxa"/>
            <w:gridSpan w:val="2"/>
          </w:tcPr>
          <w:p w14:paraId="32BAAF8C" w14:textId="77777777" w:rsidR="00B2416E" w:rsidRDefault="00B2416E" w:rsidP="00B2416E"/>
        </w:tc>
        <w:tc>
          <w:tcPr>
            <w:tcW w:w="2413" w:type="dxa"/>
            <w:gridSpan w:val="2"/>
          </w:tcPr>
          <w:p w14:paraId="3EED5DE2" w14:textId="77777777" w:rsidR="00B2416E" w:rsidRDefault="00B2416E" w:rsidP="00B2416E"/>
        </w:tc>
      </w:tr>
      <w:tr w:rsidR="00B2416E" w14:paraId="2BEAAE62" w14:textId="77777777" w:rsidTr="005835C8">
        <w:trPr>
          <w:trHeight w:val="579"/>
        </w:trPr>
        <w:tc>
          <w:tcPr>
            <w:tcW w:w="3691" w:type="dxa"/>
            <w:gridSpan w:val="2"/>
          </w:tcPr>
          <w:p w14:paraId="734EEFBD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wyroby azbestowo-kauczukowe, z wyjątkiem wyrobów ciernych </w:t>
            </w:r>
          </w:p>
        </w:tc>
        <w:tc>
          <w:tcPr>
            <w:tcW w:w="1363" w:type="dxa"/>
            <w:gridSpan w:val="2"/>
          </w:tcPr>
          <w:p w14:paraId="36500F89" w14:textId="77777777" w:rsidR="00B2416E" w:rsidRPr="00B2416E" w:rsidRDefault="00B2416E" w:rsidP="00B2416E">
            <w:r w:rsidRPr="002808DB">
              <w:t>kg</w:t>
            </w:r>
          </w:p>
        </w:tc>
        <w:tc>
          <w:tcPr>
            <w:tcW w:w="2457" w:type="dxa"/>
            <w:gridSpan w:val="2"/>
          </w:tcPr>
          <w:p w14:paraId="3870C792" w14:textId="77777777" w:rsidR="00B2416E" w:rsidRDefault="00B2416E" w:rsidP="00B2416E"/>
        </w:tc>
        <w:tc>
          <w:tcPr>
            <w:tcW w:w="2413" w:type="dxa"/>
            <w:gridSpan w:val="2"/>
          </w:tcPr>
          <w:p w14:paraId="59A50CD8" w14:textId="77777777" w:rsidR="00B2416E" w:rsidRDefault="00B2416E" w:rsidP="00B2416E"/>
        </w:tc>
      </w:tr>
      <w:tr w:rsidR="00B2416E" w14:paraId="12263996" w14:textId="77777777" w:rsidTr="005835C8">
        <w:trPr>
          <w:trHeight w:val="579"/>
        </w:trPr>
        <w:tc>
          <w:tcPr>
            <w:tcW w:w="3691" w:type="dxa"/>
            <w:gridSpan w:val="2"/>
          </w:tcPr>
          <w:p w14:paraId="6530BF5D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papier, tektura </w:t>
            </w:r>
          </w:p>
        </w:tc>
        <w:tc>
          <w:tcPr>
            <w:tcW w:w="1363" w:type="dxa"/>
            <w:gridSpan w:val="2"/>
          </w:tcPr>
          <w:p w14:paraId="26982A99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1A2A43DB" w14:textId="36A6E408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6279DFB4" w14:textId="77777777" w:rsidR="00B2416E" w:rsidRDefault="00B2416E" w:rsidP="00B2416E"/>
        </w:tc>
        <w:tc>
          <w:tcPr>
            <w:tcW w:w="2413" w:type="dxa"/>
            <w:gridSpan w:val="2"/>
          </w:tcPr>
          <w:p w14:paraId="7887F09A" w14:textId="77777777" w:rsidR="00B2416E" w:rsidRDefault="00B2416E" w:rsidP="00B2416E"/>
        </w:tc>
      </w:tr>
      <w:tr w:rsidR="00B2416E" w14:paraId="6997C91D" w14:textId="77777777" w:rsidTr="005835C8">
        <w:trPr>
          <w:trHeight w:val="579"/>
        </w:trPr>
        <w:tc>
          <w:tcPr>
            <w:tcW w:w="3691" w:type="dxa"/>
            <w:gridSpan w:val="2"/>
          </w:tcPr>
          <w:p w14:paraId="5F7BE9DC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otuliny azbestowo-cementowe </w:t>
            </w:r>
          </w:p>
        </w:tc>
        <w:tc>
          <w:tcPr>
            <w:tcW w:w="1363" w:type="dxa"/>
            <w:gridSpan w:val="2"/>
          </w:tcPr>
          <w:p w14:paraId="4144741F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</w:p>
          <w:p w14:paraId="2FC789DE" w14:textId="7A279888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</w:t>
            </w:r>
          </w:p>
        </w:tc>
        <w:tc>
          <w:tcPr>
            <w:tcW w:w="2457" w:type="dxa"/>
            <w:gridSpan w:val="2"/>
          </w:tcPr>
          <w:p w14:paraId="1500E789" w14:textId="77777777" w:rsidR="00B2416E" w:rsidRDefault="00B2416E" w:rsidP="00B2416E"/>
        </w:tc>
        <w:tc>
          <w:tcPr>
            <w:tcW w:w="2413" w:type="dxa"/>
            <w:gridSpan w:val="2"/>
          </w:tcPr>
          <w:p w14:paraId="5EBF3D19" w14:textId="77777777" w:rsidR="00B2416E" w:rsidRDefault="00B2416E" w:rsidP="00B2416E"/>
        </w:tc>
      </w:tr>
      <w:tr w:rsidR="00B2416E" w14:paraId="604E2D44" w14:textId="77777777" w:rsidTr="005835C8">
        <w:trPr>
          <w:trHeight w:val="579"/>
        </w:trPr>
        <w:tc>
          <w:tcPr>
            <w:tcW w:w="3691" w:type="dxa"/>
            <w:gridSpan w:val="2"/>
          </w:tcPr>
          <w:p w14:paraId="7F0B3FFD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kształtki azbestowo-cementowe budowlane </w:t>
            </w:r>
          </w:p>
        </w:tc>
        <w:tc>
          <w:tcPr>
            <w:tcW w:w="1363" w:type="dxa"/>
            <w:gridSpan w:val="2"/>
          </w:tcPr>
          <w:p w14:paraId="4143473B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6DA2C0AC" w14:textId="4D107587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17C678C1" w14:textId="77777777" w:rsidR="00B2416E" w:rsidRDefault="00B2416E" w:rsidP="00B2416E"/>
        </w:tc>
        <w:tc>
          <w:tcPr>
            <w:tcW w:w="2413" w:type="dxa"/>
            <w:gridSpan w:val="2"/>
          </w:tcPr>
          <w:p w14:paraId="341337BD" w14:textId="77777777" w:rsidR="00B2416E" w:rsidRDefault="00B2416E" w:rsidP="00B2416E"/>
        </w:tc>
      </w:tr>
      <w:tr w:rsidR="00B2416E" w14:paraId="0A7AA64E" w14:textId="77777777" w:rsidTr="005835C8">
        <w:trPr>
          <w:trHeight w:val="579"/>
        </w:trPr>
        <w:tc>
          <w:tcPr>
            <w:tcW w:w="3691" w:type="dxa"/>
            <w:gridSpan w:val="2"/>
          </w:tcPr>
          <w:p w14:paraId="322B8137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kształtki azbestowo-cementowe elektroizolacyjne </w:t>
            </w:r>
          </w:p>
        </w:tc>
        <w:tc>
          <w:tcPr>
            <w:tcW w:w="1363" w:type="dxa"/>
            <w:gridSpan w:val="2"/>
          </w:tcPr>
          <w:p w14:paraId="4A08E9F4" w14:textId="77777777" w:rsidR="00B2416E" w:rsidRPr="00B2416E" w:rsidRDefault="00B2416E" w:rsidP="00B2416E">
            <w:r w:rsidRPr="002808DB">
              <w:t>kg</w:t>
            </w:r>
          </w:p>
        </w:tc>
        <w:tc>
          <w:tcPr>
            <w:tcW w:w="2457" w:type="dxa"/>
            <w:gridSpan w:val="2"/>
          </w:tcPr>
          <w:p w14:paraId="530420B6" w14:textId="77777777" w:rsidR="00B2416E" w:rsidRDefault="00B2416E" w:rsidP="00B2416E"/>
        </w:tc>
        <w:tc>
          <w:tcPr>
            <w:tcW w:w="2413" w:type="dxa"/>
            <w:gridSpan w:val="2"/>
          </w:tcPr>
          <w:p w14:paraId="6067D59C" w14:textId="77777777" w:rsidR="00B2416E" w:rsidRDefault="00B2416E" w:rsidP="00B2416E"/>
        </w:tc>
      </w:tr>
      <w:tr w:rsidR="00B2416E" w14:paraId="4AA1C3E2" w14:textId="77777777" w:rsidTr="005835C8">
        <w:trPr>
          <w:trHeight w:val="579"/>
        </w:trPr>
        <w:tc>
          <w:tcPr>
            <w:tcW w:w="3691" w:type="dxa"/>
            <w:gridSpan w:val="2"/>
          </w:tcPr>
          <w:p w14:paraId="1E4AAFA4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płytki PCV </w:t>
            </w:r>
          </w:p>
        </w:tc>
        <w:tc>
          <w:tcPr>
            <w:tcW w:w="1363" w:type="dxa"/>
            <w:gridSpan w:val="2"/>
          </w:tcPr>
          <w:p w14:paraId="54FE93AD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3240EDFC" w14:textId="457426B8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7FF6BA5B" w14:textId="77777777" w:rsidR="00B2416E" w:rsidRDefault="00B2416E" w:rsidP="00B2416E"/>
        </w:tc>
        <w:tc>
          <w:tcPr>
            <w:tcW w:w="2413" w:type="dxa"/>
            <w:gridSpan w:val="2"/>
          </w:tcPr>
          <w:p w14:paraId="37581EC9" w14:textId="77777777" w:rsidR="00B2416E" w:rsidRDefault="00B2416E" w:rsidP="00B2416E"/>
        </w:tc>
      </w:tr>
      <w:tr w:rsidR="00B2416E" w14:paraId="5A9AC05B" w14:textId="77777777" w:rsidTr="005835C8">
        <w:trPr>
          <w:trHeight w:val="579"/>
        </w:trPr>
        <w:tc>
          <w:tcPr>
            <w:tcW w:w="3691" w:type="dxa"/>
            <w:gridSpan w:val="2"/>
          </w:tcPr>
          <w:p w14:paraId="3AE49E27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płyty ogniochronne </w:t>
            </w:r>
          </w:p>
        </w:tc>
        <w:tc>
          <w:tcPr>
            <w:tcW w:w="1363" w:type="dxa"/>
            <w:gridSpan w:val="2"/>
          </w:tcPr>
          <w:p w14:paraId="1A82E43B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kg </w:t>
            </w:r>
          </w:p>
          <w:p w14:paraId="6F940AF8" w14:textId="2A7A7D2F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1D75ACE7" w14:textId="77777777" w:rsidR="00B2416E" w:rsidRDefault="00B2416E" w:rsidP="00B2416E"/>
        </w:tc>
        <w:tc>
          <w:tcPr>
            <w:tcW w:w="2413" w:type="dxa"/>
            <w:gridSpan w:val="2"/>
          </w:tcPr>
          <w:p w14:paraId="4676E778" w14:textId="77777777" w:rsidR="00B2416E" w:rsidRDefault="00B2416E" w:rsidP="00B2416E"/>
        </w:tc>
      </w:tr>
      <w:tr w:rsidR="00B2416E" w14:paraId="15FD5CDD" w14:textId="77777777" w:rsidTr="005835C8">
        <w:trPr>
          <w:trHeight w:val="579"/>
        </w:trPr>
        <w:tc>
          <w:tcPr>
            <w:tcW w:w="3691" w:type="dxa"/>
            <w:gridSpan w:val="2"/>
          </w:tcPr>
          <w:p w14:paraId="7DD2541F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papy, kity i masy </w:t>
            </w:r>
            <w:proofErr w:type="spellStart"/>
            <w:r w:rsidRPr="00B2416E">
              <w:t>hydroizolacyjne</w:t>
            </w:r>
            <w:proofErr w:type="spellEnd"/>
            <w:r w:rsidRPr="00B2416E">
              <w:t xml:space="preserve"> </w:t>
            </w:r>
          </w:p>
        </w:tc>
        <w:tc>
          <w:tcPr>
            <w:tcW w:w="1363" w:type="dxa"/>
            <w:gridSpan w:val="2"/>
          </w:tcPr>
          <w:p w14:paraId="08F22D24" w14:textId="77777777" w:rsidR="00B2416E" w:rsidRPr="00B2416E" w:rsidRDefault="00B2416E" w:rsidP="00B2416E">
            <w:r w:rsidRPr="002808DB">
              <w:t>kg</w:t>
            </w:r>
          </w:p>
        </w:tc>
        <w:tc>
          <w:tcPr>
            <w:tcW w:w="2457" w:type="dxa"/>
            <w:gridSpan w:val="2"/>
          </w:tcPr>
          <w:p w14:paraId="4DBA6591" w14:textId="77777777" w:rsidR="00B2416E" w:rsidRDefault="00B2416E" w:rsidP="00B2416E"/>
        </w:tc>
        <w:tc>
          <w:tcPr>
            <w:tcW w:w="2413" w:type="dxa"/>
            <w:gridSpan w:val="2"/>
          </w:tcPr>
          <w:p w14:paraId="02D73AF4" w14:textId="77777777" w:rsidR="00B2416E" w:rsidRDefault="00B2416E" w:rsidP="00B2416E"/>
        </w:tc>
      </w:tr>
      <w:tr w:rsidR="00B2416E" w14:paraId="52FE6A9B" w14:textId="77777777" w:rsidTr="005835C8">
        <w:trPr>
          <w:trHeight w:val="579"/>
        </w:trPr>
        <w:tc>
          <w:tcPr>
            <w:tcW w:w="3691" w:type="dxa"/>
            <w:gridSpan w:val="2"/>
          </w:tcPr>
          <w:p w14:paraId="33E042EF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sprzęt gospodarstwa domowego </w:t>
            </w:r>
          </w:p>
        </w:tc>
        <w:tc>
          <w:tcPr>
            <w:tcW w:w="1363" w:type="dxa"/>
            <w:gridSpan w:val="2"/>
          </w:tcPr>
          <w:p w14:paraId="3D74A197" w14:textId="77777777" w:rsidR="00B2416E" w:rsidRPr="00B2416E" w:rsidRDefault="00B2416E" w:rsidP="00B2416E">
            <w:r w:rsidRPr="00CA45BB">
              <w:t>kg</w:t>
            </w:r>
          </w:p>
        </w:tc>
        <w:tc>
          <w:tcPr>
            <w:tcW w:w="2457" w:type="dxa"/>
            <w:gridSpan w:val="2"/>
          </w:tcPr>
          <w:p w14:paraId="3E6804BC" w14:textId="77777777" w:rsidR="00B2416E" w:rsidRDefault="00B2416E" w:rsidP="00B2416E"/>
        </w:tc>
        <w:tc>
          <w:tcPr>
            <w:tcW w:w="2413" w:type="dxa"/>
            <w:gridSpan w:val="2"/>
          </w:tcPr>
          <w:p w14:paraId="378A62D6" w14:textId="77777777" w:rsidR="00B2416E" w:rsidRDefault="00B2416E" w:rsidP="00B2416E"/>
        </w:tc>
      </w:tr>
      <w:tr w:rsidR="00B2416E" w14:paraId="6D8EF5A0" w14:textId="77777777" w:rsidTr="005835C8">
        <w:trPr>
          <w:trHeight w:val="579"/>
        </w:trPr>
        <w:tc>
          <w:tcPr>
            <w:tcW w:w="3691" w:type="dxa"/>
            <w:gridSpan w:val="2"/>
          </w:tcPr>
          <w:p w14:paraId="054CA55D" w14:textId="5DF4180E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</w:t>
            </w:r>
            <w:r w:rsidR="00107F7A">
              <w:t>odzież</w:t>
            </w:r>
            <w:r w:rsidRPr="00B2416E">
              <w:t xml:space="preserve"> robocz</w:t>
            </w:r>
            <w:r w:rsidR="00107F7A">
              <w:t>a i ochronna</w:t>
            </w:r>
            <w:r w:rsidRPr="00B2416E">
              <w:t>, maski, filtry zanieczyszczone azbestem</w:t>
            </w:r>
          </w:p>
        </w:tc>
        <w:tc>
          <w:tcPr>
            <w:tcW w:w="1363" w:type="dxa"/>
            <w:gridSpan w:val="2"/>
          </w:tcPr>
          <w:p w14:paraId="68708739" w14:textId="77777777" w:rsidR="00B2416E" w:rsidRPr="00B2416E" w:rsidRDefault="00B2416E" w:rsidP="00B2416E">
            <w:r>
              <w:t>kg</w:t>
            </w:r>
          </w:p>
        </w:tc>
        <w:tc>
          <w:tcPr>
            <w:tcW w:w="2457" w:type="dxa"/>
            <w:gridSpan w:val="2"/>
          </w:tcPr>
          <w:p w14:paraId="40007684" w14:textId="77777777" w:rsidR="00B2416E" w:rsidRDefault="00B2416E" w:rsidP="00B2416E"/>
        </w:tc>
        <w:tc>
          <w:tcPr>
            <w:tcW w:w="2413" w:type="dxa"/>
            <w:gridSpan w:val="2"/>
          </w:tcPr>
          <w:p w14:paraId="6CCF7380" w14:textId="77777777" w:rsidR="00B2416E" w:rsidRDefault="00B2416E" w:rsidP="00B2416E"/>
        </w:tc>
      </w:tr>
      <w:tr w:rsidR="00B2416E" w14:paraId="43A558C1" w14:textId="77777777" w:rsidTr="005835C8">
        <w:trPr>
          <w:trHeight w:val="579"/>
        </w:trPr>
        <w:tc>
          <w:tcPr>
            <w:tcW w:w="3691" w:type="dxa"/>
            <w:gridSpan w:val="2"/>
          </w:tcPr>
          <w:p w14:paraId="2071EC58" w14:textId="77777777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inne, osobno niewymienione</w:t>
            </w:r>
          </w:p>
        </w:tc>
        <w:tc>
          <w:tcPr>
            <w:tcW w:w="1363" w:type="dxa"/>
            <w:gridSpan w:val="2"/>
          </w:tcPr>
          <w:p w14:paraId="4D84B121" w14:textId="77777777" w:rsidR="00B2416E" w:rsidRPr="00B2416E" w:rsidRDefault="00B2416E" w:rsidP="00B2416E">
            <w:r>
              <w:t>kg</w:t>
            </w:r>
          </w:p>
        </w:tc>
        <w:tc>
          <w:tcPr>
            <w:tcW w:w="2457" w:type="dxa"/>
            <w:gridSpan w:val="2"/>
          </w:tcPr>
          <w:p w14:paraId="768C0B90" w14:textId="77777777" w:rsidR="00B2416E" w:rsidRDefault="00B2416E" w:rsidP="00B2416E"/>
        </w:tc>
        <w:tc>
          <w:tcPr>
            <w:tcW w:w="2413" w:type="dxa"/>
            <w:gridSpan w:val="2"/>
          </w:tcPr>
          <w:p w14:paraId="75A48593" w14:textId="77777777" w:rsidR="00B2416E" w:rsidRDefault="00B2416E" w:rsidP="00B2416E"/>
        </w:tc>
      </w:tr>
      <w:tr w:rsidR="00B2416E" w14:paraId="16482DAF" w14:textId="77777777" w:rsidTr="005835C8">
        <w:trPr>
          <w:trHeight w:val="579"/>
        </w:trPr>
        <w:tc>
          <w:tcPr>
            <w:tcW w:w="3691" w:type="dxa"/>
            <w:gridSpan w:val="2"/>
          </w:tcPr>
          <w:p w14:paraId="394AC3CC" w14:textId="4E49E68E" w:rsidR="00B2416E" w:rsidRPr="00B2416E" w:rsidRDefault="00B2416E" w:rsidP="00B2416E">
            <w:r w:rsidRPr="00B2416E">
              <w:rPr>
                <w:rFonts w:ascii="Segoe UI Symbol" w:hAnsi="Segoe UI Symbol" w:cs="Segoe UI Symbol"/>
              </w:rPr>
              <w:t>☐</w:t>
            </w:r>
            <w:r w:rsidRPr="00B2416E">
              <w:t xml:space="preserve"> drogi utwardzone odpadami zawierającymi azbest </w:t>
            </w:r>
          </w:p>
        </w:tc>
        <w:tc>
          <w:tcPr>
            <w:tcW w:w="1363" w:type="dxa"/>
            <w:gridSpan w:val="2"/>
          </w:tcPr>
          <w:p w14:paraId="287A8279" w14:textId="77777777" w:rsidR="00107F7A" w:rsidRPr="00107F7A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km</w:t>
            </w:r>
          </w:p>
          <w:p w14:paraId="0446413B" w14:textId="7EEC1786" w:rsidR="00B2416E" w:rsidRPr="00B2416E" w:rsidRDefault="00107F7A" w:rsidP="00107F7A">
            <w:r w:rsidRPr="00107F7A">
              <w:rPr>
                <w:rFonts w:ascii="Segoe UI Symbol" w:hAnsi="Segoe UI Symbol" w:cs="Segoe UI Symbol"/>
              </w:rPr>
              <w:t>☐</w:t>
            </w:r>
            <w:r w:rsidRPr="00107F7A">
              <w:t xml:space="preserve"> m</w:t>
            </w:r>
            <w:r w:rsidRPr="00107F7A">
              <w:rPr>
                <w:rStyle w:val="IGindeksgrny"/>
              </w:rPr>
              <w:t>2</w:t>
            </w:r>
          </w:p>
        </w:tc>
        <w:tc>
          <w:tcPr>
            <w:tcW w:w="2457" w:type="dxa"/>
            <w:gridSpan w:val="2"/>
          </w:tcPr>
          <w:p w14:paraId="164118ED" w14:textId="77777777" w:rsidR="00B2416E" w:rsidRDefault="00B2416E" w:rsidP="00B2416E"/>
        </w:tc>
        <w:tc>
          <w:tcPr>
            <w:tcW w:w="2413" w:type="dxa"/>
            <w:gridSpan w:val="2"/>
          </w:tcPr>
          <w:p w14:paraId="5A66012E" w14:textId="77777777" w:rsidR="00B2416E" w:rsidRDefault="00B2416E" w:rsidP="00B2416E"/>
        </w:tc>
      </w:tr>
      <w:tr w:rsidR="00CA45BB" w14:paraId="5DDA4005" w14:textId="77777777" w:rsidTr="008C51A1">
        <w:trPr>
          <w:trHeight w:val="579"/>
        </w:trPr>
        <w:tc>
          <w:tcPr>
            <w:tcW w:w="9924" w:type="dxa"/>
            <w:gridSpan w:val="8"/>
          </w:tcPr>
          <w:p w14:paraId="0A619D3F" w14:textId="29F64A92" w:rsidR="00CA45BB" w:rsidRPr="00CA45BB" w:rsidRDefault="00147B3A">
            <w:pPr>
              <w:widowControl/>
              <w:autoSpaceDE/>
              <w:autoSpaceDN/>
              <w:adjustRightInd/>
              <w:rPr>
                <w:rFonts w:ascii="Segoe UI Symbol" w:hAnsi="Segoe UI Symbol" w:cs="Segoe UI Symbol"/>
              </w:rPr>
            </w:pPr>
            <w:r>
              <w:lastRenderedPageBreak/>
              <w:t>6</w:t>
            </w:r>
            <w:r w:rsidR="00CA45BB" w:rsidRPr="00CA45BB">
              <w:t>. DATA I PODPIS UŻYTKUJĄCEGO WYROBY ZAWIERAJĄCE AZBEST</w:t>
            </w:r>
            <w:r w:rsidR="0018287A">
              <w:rPr>
                <w:rStyle w:val="IGindeksgrny"/>
              </w:rPr>
              <w:t>3)</w:t>
            </w:r>
          </w:p>
        </w:tc>
      </w:tr>
      <w:tr w:rsidR="00CA45BB" w14:paraId="61986DBF" w14:textId="77777777" w:rsidTr="002F20EB">
        <w:trPr>
          <w:trHeight w:val="579"/>
        </w:trPr>
        <w:tc>
          <w:tcPr>
            <w:tcW w:w="4962" w:type="dxa"/>
            <w:gridSpan w:val="3"/>
          </w:tcPr>
          <w:p w14:paraId="299A0F2B" w14:textId="0265DA04" w:rsidR="00CA45BB" w:rsidRPr="00F04A10" w:rsidRDefault="00CA45BB">
            <w:pPr>
              <w:widowControl/>
              <w:autoSpaceDE/>
              <w:autoSpaceDN/>
              <w:adjustRightInd/>
            </w:pPr>
            <w:r w:rsidRPr="00F04A10">
              <w:t>Data</w:t>
            </w:r>
            <w:r>
              <w:t xml:space="preserve">: </w:t>
            </w:r>
          </w:p>
        </w:tc>
        <w:tc>
          <w:tcPr>
            <w:tcW w:w="4962" w:type="dxa"/>
            <w:gridSpan w:val="5"/>
          </w:tcPr>
          <w:p w14:paraId="6257E927" w14:textId="3601E974" w:rsidR="00CA45BB" w:rsidRPr="00F04A10" w:rsidRDefault="00CA45BB">
            <w:pPr>
              <w:widowControl/>
              <w:autoSpaceDE/>
              <w:autoSpaceDN/>
              <w:adjustRightInd/>
            </w:pPr>
            <w:r>
              <w:t>Podpis:</w:t>
            </w:r>
          </w:p>
        </w:tc>
      </w:tr>
    </w:tbl>
    <w:p w14:paraId="78D5A64B" w14:textId="77777777" w:rsidR="00A45F0E" w:rsidRDefault="00A45F0E">
      <w:pPr>
        <w:widowControl/>
        <w:autoSpaceDE/>
        <w:autoSpaceDN/>
        <w:adjustRightInd/>
      </w:pPr>
    </w:p>
    <w:p w14:paraId="7A48160D" w14:textId="77777777" w:rsidR="00072B9C" w:rsidRDefault="00072B9C">
      <w:pPr>
        <w:widowControl/>
        <w:autoSpaceDE/>
        <w:autoSpaceDN/>
        <w:adjustRightInd/>
      </w:pPr>
    </w:p>
    <w:tbl>
      <w:tblPr>
        <w:tblStyle w:val="Siatkatabelijasna"/>
        <w:tblW w:w="0" w:type="auto"/>
        <w:tblLook w:val="0000" w:firstRow="0" w:lastRow="0" w:firstColumn="0" w:lastColumn="0" w:noHBand="0" w:noVBand="0"/>
      </w:tblPr>
      <w:tblGrid>
        <w:gridCol w:w="2261"/>
        <w:gridCol w:w="2261"/>
        <w:gridCol w:w="2261"/>
        <w:gridCol w:w="2261"/>
      </w:tblGrid>
      <w:tr w:rsidR="00E256B6" w14:paraId="011AD9C5" w14:textId="77777777" w:rsidTr="003716CD">
        <w:tc>
          <w:tcPr>
            <w:tcW w:w="9044" w:type="dxa"/>
            <w:gridSpan w:val="4"/>
          </w:tcPr>
          <w:p w14:paraId="41BBFD93" w14:textId="77777777" w:rsidR="00E256B6" w:rsidRDefault="00E256B6" w:rsidP="00E256B6">
            <w:pPr>
              <w:pStyle w:val="TYTTABELItytutabeli"/>
            </w:pPr>
            <w:r>
              <w:t xml:space="preserve">załącznik A </w:t>
            </w:r>
          </w:p>
          <w:p w14:paraId="3756D383" w14:textId="15DF3CAC" w:rsidR="00E256B6" w:rsidRPr="00E256B6" w:rsidRDefault="00E256B6" w:rsidP="00E256B6">
            <w:pPr>
              <w:pStyle w:val="TYTTABELItytutabeli"/>
            </w:pPr>
            <w:r>
              <w:t>lis</w:t>
            </w:r>
            <w:r w:rsidRPr="00E256B6">
              <w:t>ta numerów obrĘbów i działek ewidencyjnych</w:t>
            </w:r>
          </w:p>
          <w:p w14:paraId="11C30170" w14:textId="0C01F784" w:rsidR="00E256B6" w:rsidRDefault="00E256B6">
            <w:pPr>
              <w:widowControl/>
              <w:autoSpaceDE/>
              <w:autoSpaceDN/>
              <w:adjustRightInd/>
            </w:pPr>
          </w:p>
        </w:tc>
      </w:tr>
      <w:tr w:rsidR="00A45F0E" w14:paraId="2572A96A" w14:textId="77777777" w:rsidTr="000002F4">
        <w:tc>
          <w:tcPr>
            <w:tcW w:w="2261" w:type="dxa"/>
          </w:tcPr>
          <w:p w14:paraId="7A1F9D90" w14:textId="77777777" w:rsidR="00A45F0E" w:rsidRDefault="00A45F0E">
            <w:pPr>
              <w:widowControl/>
              <w:autoSpaceDE/>
              <w:autoSpaceDN/>
              <w:adjustRightInd/>
            </w:pPr>
            <w:r>
              <w:t>Gmina</w:t>
            </w:r>
          </w:p>
        </w:tc>
        <w:tc>
          <w:tcPr>
            <w:tcW w:w="2261" w:type="dxa"/>
          </w:tcPr>
          <w:p w14:paraId="073AEB33" w14:textId="0066A4A4" w:rsidR="00A45F0E" w:rsidRDefault="00A45F0E">
            <w:pPr>
              <w:widowControl/>
              <w:autoSpaceDE/>
              <w:autoSpaceDN/>
              <w:adjustRightInd/>
            </w:pPr>
            <w:r>
              <w:t xml:space="preserve">Miejscowość </w:t>
            </w:r>
          </w:p>
        </w:tc>
        <w:tc>
          <w:tcPr>
            <w:tcW w:w="2261" w:type="dxa"/>
          </w:tcPr>
          <w:p w14:paraId="1F7E8E04" w14:textId="041AA7A0" w:rsidR="00A45F0E" w:rsidRDefault="00A45F0E">
            <w:pPr>
              <w:widowControl/>
              <w:autoSpaceDE/>
              <w:autoSpaceDN/>
              <w:adjustRightInd/>
            </w:pPr>
            <w:r>
              <w:t xml:space="preserve">Numer obrębu ewidencyjnego </w:t>
            </w:r>
          </w:p>
        </w:tc>
        <w:tc>
          <w:tcPr>
            <w:tcW w:w="2261" w:type="dxa"/>
          </w:tcPr>
          <w:p w14:paraId="38E0DC5D" w14:textId="09436230" w:rsidR="00A45F0E" w:rsidRDefault="00A45F0E">
            <w:pPr>
              <w:widowControl/>
              <w:autoSpaceDE/>
              <w:autoSpaceDN/>
              <w:adjustRightInd/>
            </w:pPr>
            <w:r>
              <w:t xml:space="preserve">Numer działki lub działek ewidencyjnych </w:t>
            </w:r>
          </w:p>
        </w:tc>
      </w:tr>
      <w:tr w:rsidR="00A45F0E" w14:paraId="2A71E5B1" w14:textId="77777777" w:rsidTr="000002F4">
        <w:tc>
          <w:tcPr>
            <w:tcW w:w="2261" w:type="dxa"/>
          </w:tcPr>
          <w:p w14:paraId="785E4E44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54ED70A7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34078A84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2059A73F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59375F33" w14:textId="77777777" w:rsidTr="000002F4">
        <w:tc>
          <w:tcPr>
            <w:tcW w:w="2261" w:type="dxa"/>
          </w:tcPr>
          <w:p w14:paraId="0087861E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A30D68E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EA4057D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2573740A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78112A94" w14:textId="77777777" w:rsidTr="000002F4">
        <w:tc>
          <w:tcPr>
            <w:tcW w:w="2261" w:type="dxa"/>
          </w:tcPr>
          <w:p w14:paraId="75BC63D2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574E5AA9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73F8EA78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2F47FF12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20FACD72" w14:textId="77777777" w:rsidTr="000002F4">
        <w:tc>
          <w:tcPr>
            <w:tcW w:w="2261" w:type="dxa"/>
          </w:tcPr>
          <w:p w14:paraId="4EEABC16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1E3E89BC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036C0CB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2F8F213C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2CAD42A1" w14:textId="77777777" w:rsidTr="000002F4">
        <w:tc>
          <w:tcPr>
            <w:tcW w:w="2261" w:type="dxa"/>
          </w:tcPr>
          <w:p w14:paraId="5D2B6CE3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5FD2D55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3CC11329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5608DA58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20CA7038" w14:textId="77777777" w:rsidTr="000002F4">
        <w:tc>
          <w:tcPr>
            <w:tcW w:w="2261" w:type="dxa"/>
          </w:tcPr>
          <w:p w14:paraId="63B42020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10415D98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36B04E43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24B7231A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6AEDC9FF" w14:textId="77777777" w:rsidTr="000002F4">
        <w:tc>
          <w:tcPr>
            <w:tcW w:w="2261" w:type="dxa"/>
          </w:tcPr>
          <w:p w14:paraId="3A8FD84E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3B69FA9C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BBFF714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3E76B440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0E0F2C65" w14:textId="77777777" w:rsidTr="000002F4">
        <w:tc>
          <w:tcPr>
            <w:tcW w:w="2261" w:type="dxa"/>
          </w:tcPr>
          <w:p w14:paraId="5C23118C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48651F5F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A714E7C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17DCD61F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1E87A7DB" w14:textId="77777777" w:rsidTr="000002F4">
        <w:tc>
          <w:tcPr>
            <w:tcW w:w="2261" w:type="dxa"/>
          </w:tcPr>
          <w:p w14:paraId="7161E8E4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54306864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0219E04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04B7E98E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353E5075" w14:textId="77777777" w:rsidTr="000002F4">
        <w:tc>
          <w:tcPr>
            <w:tcW w:w="2261" w:type="dxa"/>
          </w:tcPr>
          <w:p w14:paraId="4CE95102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2DD5979D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76262C5C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3180CCD2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0F26FCAB" w14:textId="77777777" w:rsidTr="000002F4">
        <w:tc>
          <w:tcPr>
            <w:tcW w:w="2261" w:type="dxa"/>
          </w:tcPr>
          <w:p w14:paraId="7F7B29B7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32FC5DBF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16A5436D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5D187AAC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  <w:tr w:rsidR="00A45F0E" w14:paraId="642070AD" w14:textId="77777777" w:rsidTr="000002F4">
        <w:tc>
          <w:tcPr>
            <w:tcW w:w="2261" w:type="dxa"/>
          </w:tcPr>
          <w:p w14:paraId="660BB3F0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6A02F180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0DF7AA3F" w14:textId="77777777" w:rsidR="00A45F0E" w:rsidRDefault="00A45F0E">
            <w:pPr>
              <w:widowControl/>
              <w:autoSpaceDE/>
              <w:autoSpaceDN/>
              <w:adjustRightInd/>
            </w:pPr>
          </w:p>
        </w:tc>
        <w:tc>
          <w:tcPr>
            <w:tcW w:w="2261" w:type="dxa"/>
          </w:tcPr>
          <w:p w14:paraId="714AF831" w14:textId="77777777" w:rsidR="00A45F0E" w:rsidRDefault="00A45F0E">
            <w:pPr>
              <w:widowControl/>
              <w:autoSpaceDE/>
              <w:autoSpaceDN/>
              <w:adjustRightInd/>
            </w:pPr>
          </w:p>
        </w:tc>
      </w:tr>
    </w:tbl>
    <w:p w14:paraId="0DCAE974" w14:textId="77777777" w:rsidR="00E256B6" w:rsidRDefault="00E256B6">
      <w:pPr>
        <w:widowControl/>
        <w:autoSpaceDE/>
        <w:autoSpaceDN/>
        <w:adjustRightInd/>
      </w:pPr>
    </w:p>
    <w:p w14:paraId="34291BA7" w14:textId="77777777" w:rsidR="00A45F0E" w:rsidRPr="00072B9C" w:rsidRDefault="00A45F0E" w:rsidP="00A45F0E">
      <w:pPr>
        <w:pStyle w:val="ODNONIKtreodnonika"/>
      </w:pPr>
      <w:r w:rsidRPr="00072B9C">
        <w:t>Objaśnienia:</w:t>
      </w:r>
    </w:p>
    <w:p w14:paraId="1797952F" w14:textId="16224D32" w:rsidR="00A45F0E" w:rsidRPr="00072B9C" w:rsidRDefault="0018287A" w:rsidP="00A45F0E">
      <w:pPr>
        <w:pStyle w:val="ODNONIKtreodnonika"/>
      </w:pPr>
      <w:r>
        <w:t>1</w:t>
      </w:r>
      <w:r w:rsidR="00A45F0E">
        <w:t xml:space="preserve">) </w:t>
      </w:r>
      <w:r w:rsidR="00A45F0E" w:rsidRPr="00072B9C">
        <w:t>Dla obiektu lub instalacji zlokalizowanych na terenie więcej niż jednej działki ewidencyjnej należy podać wszystkie kolejne numery działek ewidencyjnych, na których znajduje się obiekt lub w formie tabeli w załączniku A do deklaracji</w:t>
      </w:r>
      <w:r w:rsidR="00A45F0E">
        <w:t>,</w:t>
      </w:r>
      <w:r w:rsidR="00A45F0E" w:rsidRPr="00072B9C">
        <w:t xml:space="preserve"> z przypisanymi obrębami ewidencyjnymi, nazwą gminy i miejscowości. </w:t>
      </w:r>
    </w:p>
    <w:p w14:paraId="7DB725A7" w14:textId="0DCB1316" w:rsidR="00A45F0E" w:rsidRPr="00072B9C" w:rsidRDefault="0018287A" w:rsidP="0018287A">
      <w:pPr>
        <w:pStyle w:val="ODNONIKtreodnonika"/>
      </w:pPr>
      <w:r>
        <w:t>2</w:t>
      </w:r>
      <w:r w:rsidR="00A45F0E">
        <w:t xml:space="preserve">) </w:t>
      </w:r>
      <w:r w:rsidR="00A45F0E" w:rsidRPr="00072B9C">
        <w:t>Dla instalacji ciepłowniczej, wodociągowej, kanalizacyjnej, elektroenergetycznej lub innej albo drogi utwardzonej odpadami zawierającymi azbest należy sporządzić plan sytuacyjny na podkładzie mapowym z zaznaczonymi numerami i granicami działek ewidencyjnych wraz z zaznaczeniem przebiegu odpowiednio instalacji ciepłowniczej, wodociągowej, kanalizacyjnej, elektroenergetycznej lub innej albo drogi utwardzonej odpadami zawierającymi azbest</w:t>
      </w:r>
      <w:r>
        <w:t>.</w:t>
      </w:r>
    </w:p>
    <w:p w14:paraId="762C74CC" w14:textId="3C3BF28B" w:rsidR="00A45F0E" w:rsidRPr="00072B9C" w:rsidRDefault="0018287A" w:rsidP="00A45F0E">
      <w:pPr>
        <w:pStyle w:val="ODNONIKtreodnonika"/>
      </w:pPr>
      <w:r>
        <w:t>3</w:t>
      </w:r>
      <w:r w:rsidR="00A45F0E">
        <w:t xml:space="preserve">) </w:t>
      </w:r>
      <w:r w:rsidR="00A45F0E" w:rsidRPr="00072B9C">
        <w:t>Podpis powinien być czytelny. Podpis i datę podpisu umieszcza się w przypadku składania wniosku w postaci papierowej.</w:t>
      </w:r>
    </w:p>
    <w:p w14:paraId="6BB90607" w14:textId="77777777" w:rsidR="00A45F0E" w:rsidRDefault="00A45F0E">
      <w:pPr>
        <w:widowControl/>
        <w:autoSpaceDE/>
        <w:autoSpaceDN/>
        <w:adjustRightInd/>
      </w:pPr>
    </w:p>
    <w:sectPr w:rsidR="00A45F0E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8C6E4" w14:textId="77777777" w:rsidR="004D4643" w:rsidRDefault="004D4643">
      <w:r>
        <w:separator/>
      </w:r>
    </w:p>
  </w:endnote>
  <w:endnote w:type="continuationSeparator" w:id="0">
    <w:p w14:paraId="30E31C92" w14:textId="77777777" w:rsidR="004D4643" w:rsidRDefault="004D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FA99B" w14:textId="77777777" w:rsidR="004D4643" w:rsidRDefault="004D4643">
      <w:r>
        <w:separator/>
      </w:r>
    </w:p>
  </w:footnote>
  <w:footnote w:type="continuationSeparator" w:id="0">
    <w:p w14:paraId="4530E43F" w14:textId="77777777" w:rsidR="004D4643" w:rsidRDefault="004D4643">
      <w:r>
        <w:continuationSeparator/>
      </w:r>
    </w:p>
  </w:footnote>
  <w:footnote w:id="1">
    <w:p w14:paraId="512158C5" w14:textId="2710DC5D" w:rsidR="00595CD8" w:rsidRPr="00595CD8" w:rsidRDefault="00595CD8" w:rsidP="00595CD8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6F3A3E" w:rsidRPr="006F3A3E">
        <w:t xml:space="preserve">Minister </w:t>
      </w:r>
      <w:r w:rsidR="00F27C5A">
        <w:t>Finansów</w:t>
      </w:r>
      <w:r w:rsidR="006F3A3E" w:rsidRPr="006F3A3E">
        <w:t xml:space="preserve"> i </w:t>
      </w:r>
      <w:r w:rsidR="00F27C5A">
        <w:t>Gospodarki</w:t>
      </w:r>
      <w:r w:rsidR="006F3A3E" w:rsidRPr="006F3A3E">
        <w:t xml:space="preserve"> kieruje działem administracji rządowej </w:t>
      </w:r>
      <w:r w:rsidR="003C79DD">
        <w:t>–</w:t>
      </w:r>
      <w:r w:rsidR="003C79DD" w:rsidRPr="006F3A3E">
        <w:t xml:space="preserve"> </w:t>
      </w:r>
      <w:r w:rsidR="006F3A3E" w:rsidRPr="006F3A3E">
        <w:t>gospodarka</w:t>
      </w:r>
      <w:r w:rsidR="00492991">
        <w:t>,</w:t>
      </w:r>
      <w:r w:rsidR="006F3A3E" w:rsidRPr="006F3A3E">
        <w:t xml:space="preserve"> na podstawie § 1 ust. 2</w:t>
      </w:r>
      <w:r w:rsidR="00EC4E54">
        <w:t xml:space="preserve"> pkt </w:t>
      </w:r>
      <w:r w:rsidR="00F27C5A">
        <w:t>4</w:t>
      </w:r>
      <w:r w:rsidR="006F3A3E" w:rsidRPr="006F3A3E">
        <w:t xml:space="preserve"> rozporządzenia Prezesa Rady Ministrów</w:t>
      </w:r>
      <w:r w:rsidR="000E5277">
        <w:t xml:space="preserve"> z dnia </w:t>
      </w:r>
      <w:r w:rsidR="00F27C5A">
        <w:t>25</w:t>
      </w:r>
      <w:r w:rsidR="000E5277" w:rsidRPr="00BD0E17">
        <w:t xml:space="preserve"> </w:t>
      </w:r>
      <w:r w:rsidR="00F27C5A">
        <w:t>lipca</w:t>
      </w:r>
      <w:r w:rsidR="000E5277" w:rsidRPr="00BD0E17">
        <w:t xml:space="preserve"> 202</w:t>
      </w:r>
      <w:r w:rsidR="00F27C5A">
        <w:t>5</w:t>
      </w:r>
      <w:r w:rsidR="000E5277" w:rsidRPr="00BD0E17">
        <w:t xml:space="preserve"> r. </w:t>
      </w:r>
      <w:r w:rsidR="006F3A3E" w:rsidRPr="006F3A3E">
        <w:t xml:space="preserve">w sprawie szczegółowego zakresu działania Ministra </w:t>
      </w:r>
      <w:r w:rsidR="00F27C5A">
        <w:t>Finansów</w:t>
      </w:r>
      <w:r w:rsidR="006F3A3E" w:rsidRPr="006F3A3E">
        <w:t xml:space="preserve"> i </w:t>
      </w:r>
      <w:r w:rsidR="00F27C5A">
        <w:t>Gospodarki</w:t>
      </w:r>
      <w:r w:rsidR="006F3A3E" w:rsidRPr="006F3A3E">
        <w:t xml:space="preserve"> </w:t>
      </w:r>
      <w:r w:rsidR="004A0A2D" w:rsidRPr="004A0A2D">
        <w:t>(Dz.</w:t>
      </w:r>
      <w:r w:rsidR="001D6ED0">
        <w:t xml:space="preserve"> </w:t>
      </w:r>
      <w:r w:rsidR="004A0A2D" w:rsidRPr="004A0A2D">
        <w:t>U.</w:t>
      </w:r>
      <w:r w:rsidR="00E25E26">
        <w:t xml:space="preserve"> </w:t>
      </w:r>
      <w:r w:rsidR="004A0A2D" w:rsidRPr="004A0A2D">
        <w:t xml:space="preserve">poz. </w:t>
      </w:r>
      <w:r w:rsidR="00F27C5A">
        <w:t>997</w:t>
      </w:r>
      <w:r w:rsidR="004A0A2D" w:rsidRPr="004A0A2D">
        <w:t>)</w:t>
      </w:r>
      <w:r w:rsidR="006F3A3E">
        <w:t>.</w:t>
      </w:r>
    </w:p>
  </w:footnote>
  <w:footnote w:id="2">
    <w:p w14:paraId="63C8C9F9" w14:textId="3A050FDF" w:rsidR="00FA741E" w:rsidRDefault="00FA741E" w:rsidP="00FA741E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Niniejsze rozporządzenie było poprzedzone rozporządzeniem Ministra Gospodarki z dnia 13 grudnia 2010 r. w sprawie wymagań w zakresie wykorzystywania wyrobów zawierających azbest oraz wykorzystywania i oczyszczania instalacji lub urządzeń, w których były lub są wykorzystywane wyroby zawierające azbest (Dz. U. z 2011 r.</w:t>
      </w:r>
      <w:r w:rsidR="00EC4E54">
        <w:t xml:space="preserve"> </w:t>
      </w:r>
      <w:r>
        <w:t>poz. 31)</w:t>
      </w:r>
      <w:r w:rsidR="00EC4E54">
        <w:t xml:space="preserve">, </w:t>
      </w:r>
      <w:r w:rsidR="00703646" w:rsidRPr="00703646">
        <w:t>które traci moc z dniem wejścia w życie ustawy z dnia …. o wyrobach zawierających azbest (Dz. U. z …. r. poz. ….).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A8CE2" w14:textId="77777777" w:rsidR="002956F9" w:rsidRPr="00B371CC" w:rsidRDefault="002956F9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E5229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02E1B"/>
    <w:multiLevelType w:val="hybridMultilevel"/>
    <w:tmpl w:val="0250F532"/>
    <w:lvl w:ilvl="0" w:tplc="3A42860E">
      <w:start w:val="1"/>
      <w:numFmt w:val="lowerLetter"/>
      <w:lvlText w:val="%1)"/>
      <w:lvlJc w:val="left"/>
      <w:pPr>
        <w:ind w:left="720" w:hanging="360"/>
      </w:pPr>
    </w:lvl>
    <w:lvl w:ilvl="1" w:tplc="4B1E330A">
      <w:start w:val="1"/>
      <w:numFmt w:val="lowerLetter"/>
      <w:lvlText w:val="%2)"/>
      <w:lvlJc w:val="left"/>
      <w:pPr>
        <w:ind w:left="720" w:hanging="360"/>
      </w:pPr>
    </w:lvl>
    <w:lvl w:ilvl="2" w:tplc="512C8F3A">
      <w:start w:val="1"/>
      <w:numFmt w:val="lowerLetter"/>
      <w:lvlText w:val="%3)"/>
      <w:lvlJc w:val="left"/>
      <w:pPr>
        <w:ind w:left="720" w:hanging="360"/>
      </w:pPr>
    </w:lvl>
    <w:lvl w:ilvl="3" w:tplc="31BA032E">
      <w:start w:val="1"/>
      <w:numFmt w:val="lowerLetter"/>
      <w:lvlText w:val="%4)"/>
      <w:lvlJc w:val="left"/>
      <w:pPr>
        <w:ind w:left="720" w:hanging="360"/>
      </w:pPr>
    </w:lvl>
    <w:lvl w:ilvl="4" w:tplc="33E2F73C">
      <w:start w:val="1"/>
      <w:numFmt w:val="lowerLetter"/>
      <w:lvlText w:val="%5)"/>
      <w:lvlJc w:val="left"/>
      <w:pPr>
        <w:ind w:left="720" w:hanging="360"/>
      </w:pPr>
    </w:lvl>
    <w:lvl w:ilvl="5" w:tplc="5100C79E">
      <w:start w:val="1"/>
      <w:numFmt w:val="lowerLetter"/>
      <w:lvlText w:val="%6)"/>
      <w:lvlJc w:val="left"/>
      <w:pPr>
        <w:ind w:left="720" w:hanging="360"/>
      </w:pPr>
    </w:lvl>
    <w:lvl w:ilvl="6" w:tplc="AD866CE8">
      <w:start w:val="1"/>
      <w:numFmt w:val="lowerLetter"/>
      <w:lvlText w:val="%7)"/>
      <w:lvlJc w:val="left"/>
      <w:pPr>
        <w:ind w:left="720" w:hanging="360"/>
      </w:pPr>
    </w:lvl>
    <w:lvl w:ilvl="7" w:tplc="8D74FE58">
      <w:start w:val="1"/>
      <w:numFmt w:val="lowerLetter"/>
      <w:lvlText w:val="%8)"/>
      <w:lvlJc w:val="left"/>
      <w:pPr>
        <w:ind w:left="720" w:hanging="360"/>
      </w:pPr>
    </w:lvl>
    <w:lvl w:ilvl="8" w:tplc="0C6256D2">
      <w:start w:val="1"/>
      <w:numFmt w:val="lowerLetter"/>
      <w:lvlText w:val="%9)"/>
      <w:lvlJc w:val="left"/>
      <w:pPr>
        <w:ind w:left="720" w:hanging="360"/>
      </w:pPr>
    </w:lvl>
  </w:abstractNum>
  <w:abstractNum w:abstractNumId="1" w15:restartNumberingAfterBreak="0">
    <w:nsid w:val="378D51CA"/>
    <w:multiLevelType w:val="hybridMultilevel"/>
    <w:tmpl w:val="FFF86F26"/>
    <w:lvl w:ilvl="0" w:tplc="A0DA6C06">
      <w:start w:val="1"/>
      <w:numFmt w:val="lowerLetter"/>
      <w:lvlText w:val="%1)"/>
      <w:lvlJc w:val="left"/>
      <w:pPr>
        <w:ind w:left="1020" w:hanging="360"/>
      </w:pPr>
    </w:lvl>
    <w:lvl w:ilvl="1" w:tplc="8DE8902A">
      <w:start w:val="1"/>
      <w:numFmt w:val="lowerLetter"/>
      <w:lvlText w:val="%2)"/>
      <w:lvlJc w:val="left"/>
      <w:pPr>
        <w:ind w:left="1020" w:hanging="360"/>
      </w:pPr>
    </w:lvl>
    <w:lvl w:ilvl="2" w:tplc="21701034">
      <w:start w:val="1"/>
      <w:numFmt w:val="lowerLetter"/>
      <w:lvlText w:val="%3)"/>
      <w:lvlJc w:val="left"/>
      <w:pPr>
        <w:ind w:left="1020" w:hanging="360"/>
      </w:pPr>
    </w:lvl>
    <w:lvl w:ilvl="3" w:tplc="E07460E6">
      <w:start w:val="1"/>
      <w:numFmt w:val="lowerLetter"/>
      <w:lvlText w:val="%4)"/>
      <w:lvlJc w:val="left"/>
      <w:pPr>
        <w:ind w:left="1020" w:hanging="360"/>
      </w:pPr>
    </w:lvl>
    <w:lvl w:ilvl="4" w:tplc="C83EADD8">
      <w:start w:val="1"/>
      <w:numFmt w:val="lowerLetter"/>
      <w:lvlText w:val="%5)"/>
      <w:lvlJc w:val="left"/>
      <w:pPr>
        <w:ind w:left="1020" w:hanging="360"/>
      </w:pPr>
    </w:lvl>
    <w:lvl w:ilvl="5" w:tplc="D736C3F2">
      <w:start w:val="1"/>
      <w:numFmt w:val="lowerLetter"/>
      <w:lvlText w:val="%6)"/>
      <w:lvlJc w:val="left"/>
      <w:pPr>
        <w:ind w:left="1020" w:hanging="360"/>
      </w:pPr>
    </w:lvl>
    <w:lvl w:ilvl="6" w:tplc="BC906C6C">
      <w:start w:val="1"/>
      <w:numFmt w:val="lowerLetter"/>
      <w:lvlText w:val="%7)"/>
      <w:lvlJc w:val="left"/>
      <w:pPr>
        <w:ind w:left="1020" w:hanging="360"/>
      </w:pPr>
    </w:lvl>
    <w:lvl w:ilvl="7" w:tplc="F7C01B76">
      <w:start w:val="1"/>
      <w:numFmt w:val="lowerLetter"/>
      <w:lvlText w:val="%8)"/>
      <w:lvlJc w:val="left"/>
      <w:pPr>
        <w:ind w:left="1020" w:hanging="360"/>
      </w:pPr>
    </w:lvl>
    <w:lvl w:ilvl="8" w:tplc="CFFEEBA6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3E130F39"/>
    <w:multiLevelType w:val="hybridMultilevel"/>
    <w:tmpl w:val="5A8E745A"/>
    <w:lvl w:ilvl="0" w:tplc="39BE933C">
      <w:start w:val="1"/>
      <w:numFmt w:val="lowerLetter"/>
      <w:lvlText w:val="%1)"/>
      <w:lvlJc w:val="left"/>
      <w:pPr>
        <w:ind w:left="1020" w:hanging="360"/>
      </w:pPr>
    </w:lvl>
    <w:lvl w:ilvl="1" w:tplc="09F07AF8">
      <w:start w:val="1"/>
      <w:numFmt w:val="lowerLetter"/>
      <w:lvlText w:val="%2)"/>
      <w:lvlJc w:val="left"/>
      <w:pPr>
        <w:ind w:left="1020" w:hanging="360"/>
      </w:pPr>
    </w:lvl>
    <w:lvl w:ilvl="2" w:tplc="0FE05B0E">
      <w:start w:val="1"/>
      <w:numFmt w:val="lowerLetter"/>
      <w:lvlText w:val="%3)"/>
      <w:lvlJc w:val="left"/>
      <w:pPr>
        <w:ind w:left="1020" w:hanging="360"/>
      </w:pPr>
    </w:lvl>
    <w:lvl w:ilvl="3" w:tplc="8BD634F6">
      <w:start w:val="1"/>
      <w:numFmt w:val="lowerLetter"/>
      <w:lvlText w:val="%4)"/>
      <w:lvlJc w:val="left"/>
      <w:pPr>
        <w:ind w:left="1020" w:hanging="360"/>
      </w:pPr>
    </w:lvl>
    <w:lvl w:ilvl="4" w:tplc="45B822B6">
      <w:start w:val="1"/>
      <w:numFmt w:val="lowerLetter"/>
      <w:lvlText w:val="%5)"/>
      <w:lvlJc w:val="left"/>
      <w:pPr>
        <w:ind w:left="1020" w:hanging="360"/>
      </w:pPr>
    </w:lvl>
    <w:lvl w:ilvl="5" w:tplc="25603CBE">
      <w:start w:val="1"/>
      <w:numFmt w:val="lowerLetter"/>
      <w:lvlText w:val="%6)"/>
      <w:lvlJc w:val="left"/>
      <w:pPr>
        <w:ind w:left="1020" w:hanging="360"/>
      </w:pPr>
    </w:lvl>
    <w:lvl w:ilvl="6" w:tplc="CC883AD4">
      <w:start w:val="1"/>
      <w:numFmt w:val="lowerLetter"/>
      <w:lvlText w:val="%7)"/>
      <w:lvlJc w:val="left"/>
      <w:pPr>
        <w:ind w:left="1020" w:hanging="360"/>
      </w:pPr>
    </w:lvl>
    <w:lvl w:ilvl="7" w:tplc="4C385B26">
      <w:start w:val="1"/>
      <w:numFmt w:val="lowerLetter"/>
      <w:lvlText w:val="%8)"/>
      <w:lvlJc w:val="left"/>
      <w:pPr>
        <w:ind w:left="1020" w:hanging="360"/>
      </w:pPr>
    </w:lvl>
    <w:lvl w:ilvl="8" w:tplc="34200CD4">
      <w:start w:val="1"/>
      <w:numFmt w:val="lowerLetter"/>
      <w:lvlText w:val="%9)"/>
      <w:lvlJc w:val="left"/>
      <w:pPr>
        <w:ind w:left="1020" w:hanging="360"/>
      </w:pPr>
    </w:lvl>
  </w:abstractNum>
  <w:abstractNum w:abstractNumId="3" w15:restartNumberingAfterBreak="0">
    <w:nsid w:val="7A2F2047"/>
    <w:multiLevelType w:val="hybridMultilevel"/>
    <w:tmpl w:val="D1EE12C0"/>
    <w:lvl w:ilvl="0" w:tplc="BF9428A8">
      <w:start w:val="1"/>
      <w:numFmt w:val="lowerLetter"/>
      <w:lvlText w:val="%1)"/>
      <w:lvlJc w:val="left"/>
      <w:pPr>
        <w:ind w:left="720" w:hanging="360"/>
      </w:pPr>
    </w:lvl>
    <w:lvl w:ilvl="1" w:tplc="14125592">
      <w:start w:val="1"/>
      <w:numFmt w:val="lowerLetter"/>
      <w:lvlText w:val="%2)"/>
      <w:lvlJc w:val="left"/>
      <w:pPr>
        <w:ind w:left="720" w:hanging="360"/>
      </w:pPr>
    </w:lvl>
    <w:lvl w:ilvl="2" w:tplc="2FE2604E">
      <w:start w:val="1"/>
      <w:numFmt w:val="lowerLetter"/>
      <w:lvlText w:val="%3)"/>
      <w:lvlJc w:val="left"/>
      <w:pPr>
        <w:ind w:left="720" w:hanging="360"/>
      </w:pPr>
    </w:lvl>
    <w:lvl w:ilvl="3" w:tplc="2E2232E4">
      <w:start w:val="1"/>
      <w:numFmt w:val="lowerLetter"/>
      <w:lvlText w:val="%4)"/>
      <w:lvlJc w:val="left"/>
      <w:pPr>
        <w:ind w:left="720" w:hanging="360"/>
      </w:pPr>
    </w:lvl>
    <w:lvl w:ilvl="4" w:tplc="E5A0DE60">
      <w:start w:val="1"/>
      <w:numFmt w:val="lowerLetter"/>
      <w:lvlText w:val="%5)"/>
      <w:lvlJc w:val="left"/>
      <w:pPr>
        <w:ind w:left="720" w:hanging="360"/>
      </w:pPr>
    </w:lvl>
    <w:lvl w:ilvl="5" w:tplc="9C68BE48">
      <w:start w:val="1"/>
      <w:numFmt w:val="lowerLetter"/>
      <w:lvlText w:val="%6)"/>
      <w:lvlJc w:val="left"/>
      <w:pPr>
        <w:ind w:left="720" w:hanging="360"/>
      </w:pPr>
    </w:lvl>
    <w:lvl w:ilvl="6" w:tplc="4794648A">
      <w:start w:val="1"/>
      <w:numFmt w:val="lowerLetter"/>
      <w:lvlText w:val="%7)"/>
      <w:lvlJc w:val="left"/>
      <w:pPr>
        <w:ind w:left="720" w:hanging="360"/>
      </w:pPr>
    </w:lvl>
    <w:lvl w:ilvl="7" w:tplc="5D560420">
      <w:start w:val="1"/>
      <w:numFmt w:val="lowerLetter"/>
      <w:lvlText w:val="%8)"/>
      <w:lvlJc w:val="left"/>
      <w:pPr>
        <w:ind w:left="720" w:hanging="360"/>
      </w:pPr>
    </w:lvl>
    <w:lvl w:ilvl="8" w:tplc="C09A8E5A">
      <w:start w:val="1"/>
      <w:numFmt w:val="lowerLetter"/>
      <w:lvlText w:val="%9)"/>
      <w:lvlJc w:val="left"/>
      <w:pPr>
        <w:ind w:left="720" w:hanging="360"/>
      </w:pPr>
    </w:lvl>
  </w:abstractNum>
  <w:num w:numId="1" w16cid:durableId="1461654155">
    <w:abstractNumId w:val="3"/>
  </w:num>
  <w:num w:numId="2" w16cid:durableId="1026100719">
    <w:abstractNumId w:val="2"/>
  </w:num>
  <w:num w:numId="3" w16cid:durableId="281573594">
    <w:abstractNumId w:val="0"/>
  </w:num>
  <w:num w:numId="4" w16cid:durableId="5814045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A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5F33"/>
    <w:rsid w:val="00046A75"/>
    <w:rsid w:val="00047312"/>
    <w:rsid w:val="000508BD"/>
    <w:rsid w:val="000517AB"/>
    <w:rsid w:val="0005339C"/>
    <w:rsid w:val="00053867"/>
    <w:rsid w:val="0005571B"/>
    <w:rsid w:val="00057AB3"/>
    <w:rsid w:val="00060076"/>
    <w:rsid w:val="00060432"/>
    <w:rsid w:val="00060D87"/>
    <w:rsid w:val="000615A5"/>
    <w:rsid w:val="00062537"/>
    <w:rsid w:val="00064E4C"/>
    <w:rsid w:val="000656F2"/>
    <w:rsid w:val="00066901"/>
    <w:rsid w:val="00066EB9"/>
    <w:rsid w:val="00071BEE"/>
    <w:rsid w:val="00072B9C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0F2F"/>
    <w:rsid w:val="000B298D"/>
    <w:rsid w:val="000B5B2D"/>
    <w:rsid w:val="000B5DCE"/>
    <w:rsid w:val="000C05BA"/>
    <w:rsid w:val="000C0E8F"/>
    <w:rsid w:val="000C4BC4"/>
    <w:rsid w:val="000C5CB7"/>
    <w:rsid w:val="000D0110"/>
    <w:rsid w:val="000D1041"/>
    <w:rsid w:val="000D2468"/>
    <w:rsid w:val="000D318A"/>
    <w:rsid w:val="000D6173"/>
    <w:rsid w:val="000D6F83"/>
    <w:rsid w:val="000E25CC"/>
    <w:rsid w:val="000E3694"/>
    <w:rsid w:val="000E490F"/>
    <w:rsid w:val="000E5277"/>
    <w:rsid w:val="000E6241"/>
    <w:rsid w:val="000F2BE3"/>
    <w:rsid w:val="000F3D0D"/>
    <w:rsid w:val="000F6ED4"/>
    <w:rsid w:val="000F7A6E"/>
    <w:rsid w:val="001042BA"/>
    <w:rsid w:val="00106D03"/>
    <w:rsid w:val="00107F7A"/>
    <w:rsid w:val="00110465"/>
    <w:rsid w:val="00110628"/>
    <w:rsid w:val="0011245A"/>
    <w:rsid w:val="0011493E"/>
    <w:rsid w:val="00115B72"/>
    <w:rsid w:val="0011657C"/>
    <w:rsid w:val="001209EC"/>
    <w:rsid w:val="00120A9E"/>
    <w:rsid w:val="00121617"/>
    <w:rsid w:val="00125A9C"/>
    <w:rsid w:val="001270A2"/>
    <w:rsid w:val="00131237"/>
    <w:rsid w:val="001329AC"/>
    <w:rsid w:val="00134CA0"/>
    <w:rsid w:val="0014026F"/>
    <w:rsid w:val="00147A47"/>
    <w:rsid w:val="00147AA1"/>
    <w:rsid w:val="00147B3A"/>
    <w:rsid w:val="001520CF"/>
    <w:rsid w:val="0015667C"/>
    <w:rsid w:val="00157110"/>
    <w:rsid w:val="0015742A"/>
    <w:rsid w:val="00157DA1"/>
    <w:rsid w:val="0016140F"/>
    <w:rsid w:val="00163147"/>
    <w:rsid w:val="00163E68"/>
    <w:rsid w:val="00164C57"/>
    <w:rsid w:val="00164C9D"/>
    <w:rsid w:val="00167C8C"/>
    <w:rsid w:val="00170820"/>
    <w:rsid w:val="00172F7A"/>
    <w:rsid w:val="00173150"/>
    <w:rsid w:val="00173390"/>
    <w:rsid w:val="001736F0"/>
    <w:rsid w:val="00173BB3"/>
    <w:rsid w:val="001740D0"/>
    <w:rsid w:val="00174F2C"/>
    <w:rsid w:val="00180F2A"/>
    <w:rsid w:val="0018287A"/>
    <w:rsid w:val="00184B91"/>
    <w:rsid w:val="00184D4A"/>
    <w:rsid w:val="00186EC1"/>
    <w:rsid w:val="00191E1F"/>
    <w:rsid w:val="001926AB"/>
    <w:rsid w:val="0019473B"/>
    <w:rsid w:val="001952B1"/>
    <w:rsid w:val="00196E39"/>
    <w:rsid w:val="00197649"/>
    <w:rsid w:val="00197CBE"/>
    <w:rsid w:val="001A01FB"/>
    <w:rsid w:val="001A10E9"/>
    <w:rsid w:val="001A183D"/>
    <w:rsid w:val="001A2B65"/>
    <w:rsid w:val="001A3CD3"/>
    <w:rsid w:val="001A460B"/>
    <w:rsid w:val="001A5BEF"/>
    <w:rsid w:val="001A6AE6"/>
    <w:rsid w:val="001A7F15"/>
    <w:rsid w:val="001B342E"/>
    <w:rsid w:val="001C160D"/>
    <w:rsid w:val="001C1832"/>
    <w:rsid w:val="001C188C"/>
    <w:rsid w:val="001C5A21"/>
    <w:rsid w:val="001C783D"/>
    <w:rsid w:val="001D1783"/>
    <w:rsid w:val="001D53CD"/>
    <w:rsid w:val="001D55A3"/>
    <w:rsid w:val="001D5AF5"/>
    <w:rsid w:val="001D6ED0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3ABD"/>
    <w:rsid w:val="0023727E"/>
    <w:rsid w:val="00242081"/>
    <w:rsid w:val="00243777"/>
    <w:rsid w:val="002441CD"/>
    <w:rsid w:val="002501A3"/>
    <w:rsid w:val="00251295"/>
    <w:rsid w:val="0025166C"/>
    <w:rsid w:val="0025212D"/>
    <w:rsid w:val="002555D4"/>
    <w:rsid w:val="002614E1"/>
    <w:rsid w:val="00261A16"/>
    <w:rsid w:val="00263522"/>
    <w:rsid w:val="00264EC6"/>
    <w:rsid w:val="00271013"/>
    <w:rsid w:val="002729B8"/>
    <w:rsid w:val="00273FE4"/>
    <w:rsid w:val="002765B4"/>
    <w:rsid w:val="00276A94"/>
    <w:rsid w:val="00277BED"/>
    <w:rsid w:val="002808DB"/>
    <w:rsid w:val="002809F2"/>
    <w:rsid w:val="0029405D"/>
    <w:rsid w:val="00294FA6"/>
    <w:rsid w:val="002956F9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4D89"/>
    <w:rsid w:val="002B6538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E7275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3B1"/>
    <w:rsid w:val="003268F9"/>
    <w:rsid w:val="00330BAF"/>
    <w:rsid w:val="00334E3A"/>
    <w:rsid w:val="003361DD"/>
    <w:rsid w:val="00336794"/>
    <w:rsid w:val="00341A6A"/>
    <w:rsid w:val="00345B9C"/>
    <w:rsid w:val="00347169"/>
    <w:rsid w:val="00352DAE"/>
    <w:rsid w:val="00354EB9"/>
    <w:rsid w:val="0035675C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B7670"/>
    <w:rsid w:val="003C0AD9"/>
    <w:rsid w:val="003C0ED0"/>
    <w:rsid w:val="003C189A"/>
    <w:rsid w:val="003C1BC6"/>
    <w:rsid w:val="003C1D49"/>
    <w:rsid w:val="003C35C4"/>
    <w:rsid w:val="003C79DD"/>
    <w:rsid w:val="003D12C2"/>
    <w:rsid w:val="003D31B9"/>
    <w:rsid w:val="003D3867"/>
    <w:rsid w:val="003D4FCD"/>
    <w:rsid w:val="003E0D1A"/>
    <w:rsid w:val="003E1AE4"/>
    <w:rsid w:val="003E2DA3"/>
    <w:rsid w:val="003F020D"/>
    <w:rsid w:val="003F03D9"/>
    <w:rsid w:val="003F29E3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2997"/>
    <w:rsid w:val="00485FAD"/>
    <w:rsid w:val="00486559"/>
    <w:rsid w:val="00487AED"/>
    <w:rsid w:val="00491EDF"/>
    <w:rsid w:val="00492991"/>
    <w:rsid w:val="00492A3F"/>
    <w:rsid w:val="00494F62"/>
    <w:rsid w:val="004A0A2D"/>
    <w:rsid w:val="004A2001"/>
    <w:rsid w:val="004A3590"/>
    <w:rsid w:val="004B00A7"/>
    <w:rsid w:val="004B25E2"/>
    <w:rsid w:val="004B34D7"/>
    <w:rsid w:val="004B5037"/>
    <w:rsid w:val="004B5B2F"/>
    <w:rsid w:val="004B601B"/>
    <w:rsid w:val="004B626A"/>
    <w:rsid w:val="004B660E"/>
    <w:rsid w:val="004C05BD"/>
    <w:rsid w:val="004C3B06"/>
    <w:rsid w:val="004C3F97"/>
    <w:rsid w:val="004C7EE7"/>
    <w:rsid w:val="004D2DEE"/>
    <w:rsid w:val="004D2E1F"/>
    <w:rsid w:val="004D4643"/>
    <w:rsid w:val="004D7FD9"/>
    <w:rsid w:val="004E1324"/>
    <w:rsid w:val="004E19A5"/>
    <w:rsid w:val="004E37E5"/>
    <w:rsid w:val="004E3FDB"/>
    <w:rsid w:val="004E5ABD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48BB"/>
    <w:rsid w:val="00535355"/>
    <w:rsid w:val="005363AB"/>
    <w:rsid w:val="00543E81"/>
    <w:rsid w:val="00544B66"/>
    <w:rsid w:val="00544EF4"/>
    <w:rsid w:val="00545E53"/>
    <w:rsid w:val="005479D9"/>
    <w:rsid w:val="005557D7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5B9B"/>
    <w:rsid w:val="0057617E"/>
    <w:rsid w:val="00576497"/>
    <w:rsid w:val="005835E7"/>
    <w:rsid w:val="0058397F"/>
    <w:rsid w:val="00583BF8"/>
    <w:rsid w:val="00585F33"/>
    <w:rsid w:val="00591124"/>
    <w:rsid w:val="00595CD8"/>
    <w:rsid w:val="00597024"/>
    <w:rsid w:val="005A0274"/>
    <w:rsid w:val="005A095C"/>
    <w:rsid w:val="005A669D"/>
    <w:rsid w:val="005A75D8"/>
    <w:rsid w:val="005B713E"/>
    <w:rsid w:val="005C03B6"/>
    <w:rsid w:val="005C131F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3AD5"/>
    <w:rsid w:val="005F48B8"/>
    <w:rsid w:val="005F7812"/>
    <w:rsid w:val="005F7A88"/>
    <w:rsid w:val="00602E2A"/>
    <w:rsid w:val="00603A1A"/>
    <w:rsid w:val="006046D5"/>
    <w:rsid w:val="00607A93"/>
    <w:rsid w:val="00610C08"/>
    <w:rsid w:val="00611F74"/>
    <w:rsid w:val="00612F99"/>
    <w:rsid w:val="00615772"/>
    <w:rsid w:val="00621256"/>
    <w:rsid w:val="00621FCC"/>
    <w:rsid w:val="00622E4B"/>
    <w:rsid w:val="006278A6"/>
    <w:rsid w:val="006333DA"/>
    <w:rsid w:val="00635134"/>
    <w:rsid w:val="006356E2"/>
    <w:rsid w:val="00642A65"/>
    <w:rsid w:val="0064557D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6CAE"/>
    <w:rsid w:val="006872AE"/>
    <w:rsid w:val="00690082"/>
    <w:rsid w:val="00690252"/>
    <w:rsid w:val="006946BB"/>
    <w:rsid w:val="006969FA"/>
    <w:rsid w:val="006A2469"/>
    <w:rsid w:val="006A35D5"/>
    <w:rsid w:val="006A3FFF"/>
    <w:rsid w:val="006A748A"/>
    <w:rsid w:val="006B3000"/>
    <w:rsid w:val="006B41E8"/>
    <w:rsid w:val="006C419E"/>
    <w:rsid w:val="006C4A31"/>
    <w:rsid w:val="006C5AC2"/>
    <w:rsid w:val="006C6AFB"/>
    <w:rsid w:val="006D2735"/>
    <w:rsid w:val="006D2FBA"/>
    <w:rsid w:val="006D45B2"/>
    <w:rsid w:val="006E0FCC"/>
    <w:rsid w:val="006E1E96"/>
    <w:rsid w:val="006E5E21"/>
    <w:rsid w:val="006F2091"/>
    <w:rsid w:val="006F2648"/>
    <w:rsid w:val="006F2F10"/>
    <w:rsid w:val="006F3A3E"/>
    <w:rsid w:val="006F482B"/>
    <w:rsid w:val="006F6311"/>
    <w:rsid w:val="006F7577"/>
    <w:rsid w:val="00701952"/>
    <w:rsid w:val="00702556"/>
    <w:rsid w:val="0070277E"/>
    <w:rsid w:val="00703646"/>
    <w:rsid w:val="00703717"/>
    <w:rsid w:val="00704156"/>
    <w:rsid w:val="00706838"/>
    <w:rsid w:val="007069FC"/>
    <w:rsid w:val="0071071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2C89"/>
    <w:rsid w:val="00736A64"/>
    <w:rsid w:val="00737D8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4D0"/>
    <w:rsid w:val="00770F6B"/>
    <w:rsid w:val="00771883"/>
    <w:rsid w:val="00775E1F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5D3"/>
    <w:rsid w:val="007A1F2F"/>
    <w:rsid w:val="007A2A5C"/>
    <w:rsid w:val="007A5150"/>
    <w:rsid w:val="007A5373"/>
    <w:rsid w:val="007A789F"/>
    <w:rsid w:val="007B75BC"/>
    <w:rsid w:val="007C0BD6"/>
    <w:rsid w:val="007C1462"/>
    <w:rsid w:val="007C30B4"/>
    <w:rsid w:val="007C3806"/>
    <w:rsid w:val="007C5BB7"/>
    <w:rsid w:val="007D07D5"/>
    <w:rsid w:val="007D1C64"/>
    <w:rsid w:val="007D32DD"/>
    <w:rsid w:val="007D34EB"/>
    <w:rsid w:val="007D4565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30F2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A7005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477D"/>
    <w:rsid w:val="008E78A3"/>
    <w:rsid w:val="008F0654"/>
    <w:rsid w:val="008F06CB"/>
    <w:rsid w:val="008F2E83"/>
    <w:rsid w:val="008F612A"/>
    <w:rsid w:val="0090293D"/>
    <w:rsid w:val="009030A7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6DEC"/>
    <w:rsid w:val="0095719A"/>
    <w:rsid w:val="009623E9"/>
    <w:rsid w:val="00963EEB"/>
    <w:rsid w:val="009648BC"/>
    <w:rsid w:val="00964C2F"/>
    <w:rsid w:val="00965F88"/>
    <w:rsid w:val="00984E03"/>
    <w:rsid w:val="00987E85"/>
    <w:rsid w:val="00990DE9"/>
    <w:rsid w:val="009A0D12"/>
    <w:rsid w:val="009A1987"/>
    <w:rsid w:val="009A2BEE"/>
    <w:rsid w:val="009A5289"/>
    <w:rsid w:val="009A6A81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0560"/>
    <w:rsid w:val="009E3E77"/>
    <w:rsid w:val="009E3FAB"/>
    <w:rsid w:val="009E5B3F"/>
    <w:rsid w:val="009E7D90"/>
    <w:rsid w:val="009F1AB0"/>
    <w:rsid w:val="009F1C2B"/>
    <w:rsid w:val="009F501D"/>
    <w:rsid w:val="00A039D5"/>
    <w:rsid w:val="00A046AD"/>
    <w:rsid w:val="00A05462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D73"/>
    <w:rsid w:val="00A30E4F"/>
    <w:rsid w:val="00A32253"/>
    <w:rsid w:val="00A3310E"/>
    <w:rsid w:val="00A333A0"/>
    <w:rsid w:val="00A35185"/>
    <w:rsid w:val="00A37E70"/>
    <w:rsid w:val="00A437E1"/>
    <w:rsid w:val="00A45F0E"/>
    <w:rsid w:val="00A4685E"/>
    <w:rsid w:val="00A50CD4"/>
    <w:rsid w:val="00A51191"/>
    <w:rsid w:val="00A56D62"/>
    <w:rsid w:val="00A56F07"/>
    <w:rsid w:val="00A5762C"/>
    <w:rsid w:val="00A600FC"/>
    <w:rsid w:val="00A60BCA"/>
    <w:rsid w:val="00A6300C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1D2B"/>
    <w:rsid w:val="00AA35F6"/>
    <w:rsid w:val="00AA580F"/>
    <w:rsid w:val="00AA667C"/>
    <w:rsid w:val="00AA6E91"/>
    <w:rsid w:val="00AA7439"/>
    <w:rsid w:val="00AB047E"/>
    <w:rsid w:val="00AB0B0A"/>
    <w:rsid w:val="00AB0BB7"/>
    <w:rsid w:val="00AB0FA0"/>
    <w:rsid w:val="00AB22C6"/>
    <w:rsid w:val="00AB2AD0"/>
    <w:rsid w:val="00AB67FC"/>
    <w:rsid w:val="00AC00F2"/>
    <w:rsid w:val="00AC1141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0C7E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16E"/>
    <w:rsid w:val="00B24DB5"/>
    <w:rsid w:val="00B3070D"/>
    <w:rsid w:val="00B31F9E"/>
    <w:rsid w:val="00B3268F"/>
    <w:rsid w:val="00B32C2C"/>
    <w:rsid w:val="00B33A1A"/>
    <w:rsid w:val="00B33E6C"/>
    <w:rsid w:val="00B34A76"/>
    <w:rsid w:val="00B371CC"/>
    <w:rsid w:val="00B40216"/>
    <w:rsid w:val="00B41CD9"/>
    <w:rsid w:val="00B427E6"/>
    <w:rsid w:val="00B428A6"/>
    <w:rsid w:val="00B43E1F"/>
    <w:rsid w:val="00B444FC"/>
    <w:rsid w:val="00B45FBC"/>
    <w:rsid w:val="00B51A7D"/>
    <w:rsid w:val="00B535C2"/>
    <w:rsid w:val="00B538A3"/>
    <w:rsid w:val="00B54817"/>
    <w:rsid w:val="00B55544"/>
    <w:rsid w:val="00B642FC"/>
    <w:rsid w:val="00B64D26"/>
    <w:rsid w:val="00B64FBB"/>
    <w:rsid w:val="00B70E22"/>
    <w:rsid w:val="00B774CB"/>
    <w:rsid w:val="00B8019F"/>
    <w:rsid w:val="00B80402"/>
    <w:rsid w:val="00B80B9A"/>
    <w:rsid w:val="00B830B7"/>
    <w:rsid w:val="00B848EA"/>
    <w:rsid w:val="00B84B2B"/>
    <w:rsid w:val="00B90500"/>
    <w:rsid w:val="00B9176C"/>
    <w:rsid w:val="00B935A4"/>
    <w:rsid w:val="00B966CE"/>
    <w:rsid w:val="00BA561A"/>
    <w:rsid w:val="00BB0DC6"/>
    <w:rsid w:val="00BB15E4"/>
    <w:rsid w:val="00BB1E19"/>
    <w:rsid w:val="00BB21D1"/>
    <w:rsid w:val="00BB32F2"/>
    <w:rsid w:val="00BB3C99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852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11DB"/>
    <w:rsid w:val="00C22E8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1F8D"/>
    <w:rsid w:val="00C823DA"/>
    <w:rsid w:val="00C8259F"/>
    <w:rsid w:val="00C82746"/>
    <w:rsid w:val="00C8312F"/>
    <w:rsid w:val="00C84C47"/>
    <w:rsid w:val="00C858A4"/>
    <w:rsid w:val="00C86AFA"/>
    <w:rsid w:val="00C87F0A"/>
    <w:rsid w:val="00CA45BB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316C"/>
    <w:rsid w:val="00CD46FA"/>
    <w:rsid w:val="00CD5973"/>
    <w:rsid w:val="00CE31A6"/>
    <w:rsid w:val="00CF09AA"/>
    <w:rsid w:val="00CF4813"/>
    <w:rsid w:val="00CF5233"/>
    <w:rsid w:val="00D00725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4971"/>
    <w:rsid w:val="00D35675"/>
    <w:rsid w:val="00D365BC"/>
    <w:rsid w:val="00D402FB"/>
    <w:rsid w:val="00D4415B"/>
    <w:rsid w:val="00D47D7A"/>
    <w:rsid w:val="00D50ABD"/>
    <w:rsid w:val="00D53CDF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1B4A"/>
    <w:rsid w:val="00D848B9"/>
    <w:rsid w:val="00D8532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1007"/>
    <w:rsid w:val="00DE1554"/>
    <w:rsid w:val="00DE2901"/>
    <w:rsid w:val="00DE53CC"/>
    <w:rsid w:val="00DE5889"/>
    <w:rsid w:val="00DE590F"/>
    <w:rsid w:val="00DE7DC1"/>
    <w:rsid w:val="00DF3F7E"/>
    <w:rsid w:val="00DF7648"/>
    <w:rsid w:val="00E00E29"/>
    <w:rsid w:val="00E01C47"/>
    <w:rsid w:val="00E02A7E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56B6"/>
    <w:rsid w:val="00E25E26"/>
    <w:rsid w:val="00E26770"/>
    <w:rsid w:val="00E276AC"/>
    <w:rsid w:val="00E30B2E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0B57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5DB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4E54"/>
    <w:rsid w:val="00EC659E"/>
    <w:rsid w:val="00ED0BDC"/>
    <w:rsid w:val="00ED2072"/>
    <w:rsid w:val="00ED2AE0"/>
    <w:rsid w:val="00ED5553"/>
    <w:rsid w:val="00ED5E36"/>
    <w:rsid w:val="00ED6961"/>
    <w:rsid w:val="00EE5475"/>
    <w:rsid w:val="00EF0B96"/>
    <w:rsid w:val="00EF3486"/>
    <w:rsid w:val="00EF47AF"/>
    <w:rsid w:val="00EF53B6"/>
    <w:rsid w:val="00F00B73"/>
    <w:rsid w:val="00F00F7E"/>
    <w:rsid w:val="00F04A10"/>
    <w:rsid w:val="00F04CD7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27C5A"/>
    <w:rsid w:val="00F33F8B"/>
    <w:rsid w:val="00F340B2"/>
    <w:rsid w:val="00F362C5"/>
    <w:rsid w:val="00F41EF8"/>
    <w:rsid w:val="00F43390"/>
    <w:rsid w:val="00F443B2"/>
    <w:rsid w:val="00F458D8"/>
    <w:rsid w:val="00F50237"/>
    <w:rsid w:val="00F51552"/>
    <w:rsid w:val="00F5156F"/>
    <w:rsid w:val="00F53596"/>
    <w:rsid w:val="00F55BA8"/>
    <w:rsid w:val="00F55DB1"/>
    <w:rsid w:val="00F56ACA"/>
    <w:rsid w:val="00F600FE"/>
    <w:rsid w:val="00F61418"/>
    <w:rsid w:val="00F62E4D"/>
    <w:rsid w:val="00F66B34"/>
    <w:rsid w:val="00F675B9"/>
    <w:rsid w:val="00F711C9"/>
    <w:rsid w:val="00F739A0"/>
    <w:rsid w:val="00F74C59"/>
    <w:rsid w:val="00F75C3A"/>
    <w:rsid w:val="00F8064C"/>
    <w:rsid w:val="00F82E30"/>
    <w:rsid w:val="00F831CB"/>
    <w:rsid w:val="00F848A3"/>
    <w:rsid w:val="00F84ACF"/>
    <w:rsid w:val="00F85742"/>
    <w:rsid w:val="00F85BF8"/>
    <w:rsid w:val="00F871CE"/>
    <w:rsid w:val="00F87802"/>
    <w:rsid w:val="00F90447"/>
    <w:rsid w:val="00F90737"/>
    <w:rsid w:val="00F92C0A"/>
    <w:rsid w:val="00F9415B"/>
    <w:rsid w:val="00FA13C2"/>
    <w:rsid w:val="00FA741E"/>
    <w:rsid w:val="00FA7F91"/>
    <w:rsid w:val="00FB121C"/>
    <w:rsid w:val="00FB1CDD"/>
    <w:rsid w:val="00FB2C2F"/>
    <w:rsid w:val="00FB305C"/>
    <w:rsid w:val="00FB59A4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229"/>
    <w:rsid w:val="00FE730A"/>
    <w:rsid w:val="00FF1DD7"/>
    <w:rsid w:val="00FF4453"/>
    <w:rsid w:val="00FF5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4CEE9D"/>
  <w15:docId w15:val="{4B944CA8-DD46-4844-A111-24728BFF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5481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4817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54817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F3A3E"/>
    <w:rPr>
      <w:color w:val="0000FF"/>
      <w:u w:val="single"/>
    </w:rPr>
  </w:style>
  <w:style w:type="paragraph" w:styleId="Poprawka">
    <w:name w:val="Revision"/>
    <w:hidden/>
    <w:uiPriority w:val="99"/>
    <w:semiHidden/>
    <w:rsid w:val="004E5ABD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Akapitzlist">
    <w:name w:val="List Paragraph"/>
    <w:basedOn w:val="Normalny"/>
    <w:uiPriority w:val="34"/>
    <w:qFormat/>
    <w:rsid w:val="00072B9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Siatkatabelijasna">
    <w:name w:val="Grid Table Light"/>
    <w:basedOn w:val="Standardowy"/>
    <w:uiPriority w:val="40"/>
    <w:rsid w:val="00E256B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lisowska-krzyza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D98974-029C-4A6B-88F7-B1CB475D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398</TotalTime>
  <Pages>6</Pages>
  <Words>1012</Words>
  <Characters>6074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Kossakowska Magdalena</cp:lastModifiedBy>
  <cp:revision>47</cp:revision>
  <cp:lastPrinted>2012-04-23T06:39:00Z</cp:lastPrinted>
  <dcterms:created xsi:type="dcterms:W3CDTF">2024-05-29T08:52:00Z</dcterms:created>
  <dcterms:modified xsi:type="dcterms:W3CDTF">2025-08-08T08:58:00Z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